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8"/>
        <w:gridCol w:w="727"/>
        <w:gridCol w:w="620"/>
        <w:gridCol w:w="3518"/>
        <w:gridCol w:w="317"/>
        <w:gridCol w:w="563"/>
        <w:gridCol w:w="559"/>
        <w:gridCol w:w="1721"/>
        <w:gridCol w:w="1445"/>
        <w:gridCol w:w="243"/>
      </w:tblGrid>
      <w:tr w:rsidR="00E177E5" w:rsidRPr="00456A84" w:rsidTr="00D60E23">
        <w:trPr>
          <w:gridAfter w:val="1"/>
          <w:wAfter w:w="242" w:type="dxa"/>
        </w:trPr>
        <w:tc>
          <w:tcPr>
            <w:tcW w:w="4968" w:type="dxa"/>
            <w:gridSpan w:val="4"/>
          </w:tcPr>
          <w:p w:rsidR="00E177E5" w:rsidRPr="00456A84" w:rsidRDefault="00E177E5" w:rsidP="00933814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  <w:gridSpan w:val="5"/>
          </w:tcPr>
          <w:p w:rsidR="00E177E5" w:rsidRPr="00456A84" w:rsidRDefault="00E177E5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8</w:t>
            </w:r>
          </w:p>
          <w:p w:rsidR="00E177E5" w:rsidRPr="00456A84" w:rsidRDefault="00E177E5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</w:t>
            </w:r>
          </w:p>
          <w:p w:rsidR="00E177E5" w:rsidRPr="00456A84" w:rsidRDefault="00E177E5" w:rsidP="00A76FF6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от </w:t>
            </w:r>
            <w:r w:rsidR="00A76FF6">
              <w:rPr>
                <w:szCs w:val="28"/>
              </w:rPr>
              <w:t>25.03.</w:t>
            </w:r>
            <w:r w:rsidRPr="00456A84">
              <w:rPr>
                <w:szCs w:val="28"/>
              </w:rPr>
              <w:t>2020 года №</w:t>
            </w:r>
            <w:r w:rsidR="00A76FF6">
              <w:rPr>
                <w:szCs w:val="28"/>
              </w:rPr>
              <w:t xml:space="preserve"> 625</w:t>
            </w:r>
          </w:p>
        </w:tc>
      </w:tr>
      <w:tr w:rsidR="00E177E5" w:rsidRPr="00456A84" w:rsidTr="00D60E23">
        <w:trPr>
          <w:gridAfter w:val="1"/>
          <w:wAfter w:w="242" w:type="dxa"/>
        </w:trPr>
        <w:tc>
          <w:tcPr>
            <w:tcW w:w="4968" w:type="dxa"/>
            <w:gridSpan w:val="4"/>
          </w:tcPr>
          <w:p w:rsidR="00E177E5" w:rsidRPr="00456A84" w:rsidRDefault="00E177E5" w:rsidP="00933814">
            <w:pPr>
              <w:rPr>
                <w:sz w:val="24"/>
                <w:szCs w:val="24"/>
              </w:rPr>
            </w:pPr>
          </w:p>
          <w:p w:rsidR="00E177E5" w:rsidRPr="00456A84" w:rsidRDefault="00E177E5" w:rsidP="00933814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  <w:gridSpan w:val="5"/>
          </w:tcPr>
          <w:p w:rsidR="00E177E5" w:rsidRPr="00456A84" w:rsidRDefault="00E177E5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E177E5" w:rsidRPr="00456A84" w:rsidRDefault="00E177E5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«Приложение № </w:t>
            </w:r>
            <w:r>
              <w:rPr>
                <w:szCs w:val="28"/>
              </w:rPr>
              <w:t>10</w:t>
            </w:r>
          </w:p>
          <w:p w:rsidR="00E177E5" w:rsidRPr="00456A84" w:rsidRDefault="00E177E5" w:rsidP="00A76FF6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16.12.2019 года № 598 (в редакции решения Совета муниц</w:t>
            </w:r>
            <w:r w:rsidRPr="00456A84">
              <w:rPr>
                <w:szCs w:val="28"/>
              </w:rPr>
              <w:t>и</w:t>
            </w:r>
            <w:r w:rsidRPr="00456A84">
              <w:rPr>
                <w:szCs w:val="28"/>
              </w:rPr>
              <w:t xml:space="preserve">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</w:t>
            </w:r>
            <w:r w:rsidR="00A76FF6">
              <w:rPr>
                <w:szCs w:val="28"/>
              </w:rPr>
              <w:t>25.03.</w:t>
            </w:r>
            <w:r w:rsidRPr="00456A84">
              <w:rPr>
                <w:szCs w:val="28"/>
              </w:rPr>
              <w:t>020 года №</w:t>
            </w:r>
            <w:r w:rsidR="00A76FF6">
              <w:rPr>
                <w:szCs w:val="28"/>
              </w:rPr>
              <w:t>625</w:t>
            </w:r>
            <w:bookmarkStart w:id="0" w:name="_GoBack"/>
            <w:bookmarkEnd w:id="0"/>
            <w:r w:rsidRPr="00456A84">
              <w:rPr>
                <w:szCs w:val="28"/>
              </w:rPr>
              <w:t>)</w:t>
            </w:r>
          </w:p>
        </w:tc>
      </w:tr>
      <w:tr w:rsidR="00A75719" w:rsidRPr="00AF65B2" w:rsidTr="00D60E23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</w:tr>
      <w:tr w:rsidR="00A75719" w:rsidRPr="00AF65B2" w:rsidTr="00D60E23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7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9D0252">
            <w:pPr>
              <w:jc w:val="center"/>
              <w:rPr>
                <w:b/>
                <w:bCs/>
                <w:szCs w:val="28"/>
              </w:rPr>
            </w:pPr>
            <w:r w:rsidRPr="00AF65B2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AF65B2">
              <w:rPr>
                <w:b/>
                <w:bCs/>
                <w:szCs w:val="28"/>
              </w:rPr>
              <w:br/>
              <w:t>классификации расходов бюджетов на 202</w:t>
            </w:r>
            <w:r>
              <w:rPr>
                <w:b/>
                <w:bCs/>
                <w:szCs w:val="28"/>
              </w:rPr>
              <w:t>1</w:t>
            </w:r>
            <w:r w:rsidRPr="00AF65B2">
              <w:rPr>
                <w:b/>
                <w:bCs/>
                <w:szCs w:val="28"/>
              </w:rPr>
              <w:t xml:space="preserve"> и 202</w:t>
            </w:r>
            <w:r>
              <w:rPr>
                <w:b/>
                <w:bCs/>
                <w:szCs w:val="28"/>
              </w:rPr>
              <w:t>2</w:t>
            </w:r>
            <w:r w:rsidRPr="00AF65B2">
              <w:rPr>
                <w:b/>
                <w:bCs/>
                <w:szCs w:val="28"/>
              </w:rPr>
              <w:t xml:space="preserve"> годы</w:t>
            </w:r>
          </w:p>
        </w:tc>
      </w:tr>
      <w:tr w:rsidR="00A75719" w:rsidRPr="00AF65B2" w:rsidTr="00D60E23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8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75719" w:rsidRPr="00AF65B2" w:rsidTr="00D60E23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70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DC4E6A" w:rsidRDefault="00DC4E6A" w:rsidP="00E95F3C">
            <w:pPr>
              <w:jc w:val="right"/>
              <w:rPr>
                <w:szCs w:val="28"/>
              </w:rPr>
            </w:pPr>
          </w:p>
          <w:p w:rsidR="00A75719" w:rsidRPr="00AF65B2" w:rsidRDefault="00A75719" w:rsidP="00E95F3C">
            <w:pPr>
              <w:jc w:val="right"/>
              <w:rPr>
                <w:szCs w:val="28"/>
              </w:rPr>
            </w:pPr>
            <w:r w:rsidRPr="00AF65B2">
              <w:rPr>
                <w:szCs w:val="28"/>
              </w:rPr>
              <w:t>(тыс. рублей)</w:t>
            </w:r>
          </w:p>
        </w:tc>
      </w:tr>
      <w:tr w:rsidR="00A75719" w:rsidRPr="00AF65B2" w:rsidTr="00D60E23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br/>
            </w:r>
            <w:proofErr w:type="gramStart"/>
            <w:r w:rsidRPr="00AF65B2">
              <w:rPr>
                <w:szCs w:val="28"/>
              </w:rPr>
              <w:t>п</w:t>
            </w:r>
            <w:proofErr w:type="gramEnd"/>
            <w:r w:rsidRPr="00AF65B2">
              <w:rPr>
                <w:szCs w:val="28"/>
              </w:rPr>
              <w:t>/п</w:t>
            </w:r>
          </w:p>
        </w:tc>
        <w:tc>
          <w:tcPr>
            <w:tcW w:w="445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 xml:space="preserve">Наименование 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proofErr w:type="spellStart"/>
            <w:r w:rsidRPr="00AF65B2">
              <w:rPr>
                <w:szCs w:val="28"/>
              </w:rPr>
              <w:t>Рз</w:t>
            </w:r>
            <w:proofErr w:type="spellEnd"/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AF65B2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Сумма</w:t>
            </w:r>
          </w:p>
        </w:tc>
      </w:tr>
      <w:tr w:rsidR="00A75719" w:rsidRPr="00AF65B2" w:rsidTr="00D60E23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4451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75719" w:rsidRPr="00AF65B2" w:rsidRDefault="00A75719" w:rsidP="009D0252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AF65B2">
              <w:rPr>
                <w:szCs w:val="28"/>
              </w:rPr>
              <w:t xml:space="preserve"> год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75719" w:rsidRPr="00AF65B2" w:rsidRDefault="00A75719" w:rsidP="009D0252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202</w:t>
            </w:r>
            <w:r>
              <w:rPr>
                <w:szCs w:val="28"/>
              </w:rPr>
              <w:t>2</w:t>
            </w:r>
            <w:r w:rsidRPr="00AF65B2">
              <w:rPr>
                <w:szCs w:val="28"/>
              </w:rPr>
              <w:t xml:space="preserve"> год</w:t>
            </w:r>
          </w:p>
        </w:tc>
      </w:tr>
    </w:tbl>
    <w:p w:rsidR="00A75719" w:rsidRPr="00AF65B2" w:rsidRDefault="00A75719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726"/>
        <w:gridCol w:w="619"/>
        <w:gridCol w:w="3832"/>
        <w:gridCol w:w="563"/>
        <w:gridCol w:w="559"/>
        <w:gridCol w:w="1720"/>
        <w:gridCol w:w="1686"/>
      </w:tblGrid>
      <w:tr w:rsidR="00A75719" w:rsidRPr="00AF65B2" w:rsidTr="000F0D15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1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5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719" w:rsidRPr="00AF65B2" w:rsidRDefault="00A75719" w:rsidP="00E95F3C">
            <w:pPr>
              <w:jc w:val="center"/>
              <w:rPr>
                <w:szCs w:val="28"/>
              </w:rPr>
            </w:pPr>
            <w:r w:rsidRPr="00AF65B2">
              <w:rPr>
                <w:szCs w:val="28"/>
              </w:rPr>
              <w:t>6</w:t>
            </w:r>
          </w:p>
        </w:tc>
      </w:tr>
      <w:tr w:rsidR="00A75719" w:rsidRPr="00305B38" w:rsidTr="000F0D15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A75719" w:rsidRPr="00305B38" w:rsidRDefault="00A75719" w:rsidP="00E95F3C">
            <w:pPr>
              <w:jc w:val="center"/>
              <w:rPr>
                <w:szCs w:val="28"/>
              </w:rPr>
            </w:pPr>
            <w:r w:rsidRPr="00305B38">
              <w:rPr>
                <w:szCs w:val="28"/>
              </w:rPr>
              <w:t> 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Всего расходов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5719" w:rsidRPr="00305B38" w:rsidRDefault="00575AF4" w:rsidP="00373021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899 435,9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5719" w:rsidRPr="00305B38" w:rsidRDefault="00305B38" w:rsidP="00765E06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898 518,5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в том числе: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1.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97606D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104 569,5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97606D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102 968,5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Функционирование высшего должностного лица субъекта Ро</w:t>
            </w:r>
            <w:r w:rsidRPr="00305B38">
              <w:rPr>
                <w:szCs w:val="28"/>
              </w:rPr>
              <w:t>с</w:t>
            </w:r>
            <w:r w:rsidRPr="00305B38">
              <w:rPr>
                <w:szCs w:val="28"/>
              </w:rPr>
              <w:t>сийской Федерации и муниц</w:t>
            </w:r>
            <w:r w:rsidRPr="00305B38">
              <w:rPr>
                <w:szCs w:val="28"/>
              </w:rPr>
              <w:t>и</w:t>
            </w:r>
            <w:r w:rsidRPr="00305B38">
              <w:rPr>
                <w:szCs w:val="28"/>
              </w:rPr>
              <w:t>пального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1 798,8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1 798,8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Функционирование законодател</w:t>
            </w:r>
            <w:r w:rsidRPr="00305B38">
              <w:rPr>
                <w:szCs w:val="28"/>
              </w:rPr>
              <w:t>ь</w:t>
            </w:r>
            <w:r w:rsidRPr="00305B38">
              <w:rPr>
                <w:szCs w:val="28"/>
              </w:rPr>
              <w:t>ных (представительных) органов государственной власти и предст</w:t>
            </w:r>
            <w:r w:rsidRPr="00305B38">
              <w:rPr>
                <w:szCs w:val="28"/>
              </w:rPr>
              <w:t>а</w:t>
            </w:r>
            <w:r w:rsidRPr="00305B38">
              <w:rPr>
                <w:szCs w:val="28"/>
              </w:rPr>
              <w:t>вительных органов муниципал</w:t>
            </w:r>
            <w:r w:rsidRPr="00305B38">
              <w:rPr>
                <w:szCs w:val="28"/>
              </w:rPr>
              <w:t>ь</w:t>
            </w:r>
            <w:r w:rsidRPr="00305B38">
              <w:rPr>
                <w:szCs w:val="28"/>
              </w:rPr>
              <w:t>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609,8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609,8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305B38">
              <w:rPr>
                <w:szCs w:val="28"/>
              </w:rPr>
              <w:t>р</w:t>
            </w:r>
            <w:r w:rsidRPr="00305B38">
              <w:rPr>
                <w:szCs w:val="28"/>
              </w:rPr>
              <w:t>ственной власти субъектов Ро</w:t>
            </w:r>
            <w:r w:rsidRPr="00305B38">
              <w:rPr>
                <w:szCs w:val="28"/>
              </w:rPr>
              <w:t>с</w:t>
            </w:r>
            <w:r w:rsidRPr="00305B38">
              <w:rPr>
                <w:szCs w:val="28"/>
              </w:rPr>
              <w:t>сийской Федерации, местных а</w:t>
            </w:r>
            <w:r w:rsidRPr="00305B38">
              <w:rPr>
                <w:szCs w:val="28"/>
              </w:rPr>
              <w:t>д</w:t>
            </w:r>
            <w:r w:rsidRPr="00305B38">
              <w:rPr>
                <w:szCs w:val="28"/>
              </w:rPr>
              <w:t>министраций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51A33" w:rsidP="00C7157E">
            <w:pPr>
              <w:jc w:val="right"/>
              <w:rPr>
                <w:szCs w:val="28"/>
                <w:highlight w:val="yellow"/>
              </w:rPr>
            </w:pPr>
            <w:r w:rsidRPr="00305B38">
              <w:rPr>
                <w:szCs w:val="28"/>
              </w:rPr>
              <w:t>55 969,0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51A33" w:rsidP="00C7157E">
            <w:pPr>
              <w:jc w:val="right"/>
              <w:rPr>
                <w:szCs w:val="28"/>
                <w:highlight w:val="yellow"/>
              </w:rPr>
            </w:pPr>
            <w:r w:rsidRPr="00305B38">
              <w:rPr>
                <w:szCs w:val="28"/>
              </w:rPr>
              <w:t>55 969,0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Судебная система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97606D" w:rsidP="00003AFF">
            <w:pPr>
              <w:jc w:val="right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16,0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97606D" w:rsidP="00C7157E">
            <w:pPr>
              <w:jc w:val="right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116,4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Обеспечение деятельности фина</w:t>
            </w:r>
            <w:r w:rsidRPr="00305B38">
              <w:rPr>
                <w:szCs w:val="28"/>
              </w:rPr>
              <w:t>н</w:t>
            </w:r>
            <w:r w:rsidRPr="00305B38">
              <w:rPr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10 562,7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10 562,7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Резервные фонды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100,0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Другие общегосударственные в</w:t>
            </w:r>
            <w:r w:rsidRPr="00305B38">
              <w:rPr>
                <w:szCs w:val="28"/>
              </w:rPr>
              <w:t>о</w:t>
            </w:r>
            <w:r w:rsidRPr="00305B38">
              <w:rPr>
                <w:szCs w:val="28"/>
              </w:rPr>
              <w:t>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35 513,2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33 811,8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2.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 xml:space="preserve">Национальная оборона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9,0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Мобилизационная подготовка эк</w:t>
            </w:r>
            <w:r w:rsidRPr="00305B38">
              <w:rPr>
                <w:szCs w:val="28"/>
              </w:rPr>
              <w:t>о</w:t>
            </w:r>
            <w:r w:rsidRPr="00305B38">
              <w:rPr>
                <w:szCs w:val="28"/>
              </w:rPr>
              <w:t>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9,0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3.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Национальная безопасность и правоохранительная деятел</w:t>
            </w:r>
            <w:r w:rsidRPr="00305B38">
              <w:rPr>
                <w:b/>
                <w:bCs/>
                <w:szCs w:val="28"/>
              </w:rPr>
              <w:t>ь</w:t>
            </w:r>
            <w:r w:rsidRPr="00305B38">
              <w:rPr>
                <w:b/>
                <w:bCs/>
                <w:szCs w:val="28"/>
              </w:rPr>
              <w:t>ность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656,2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Защита населения и территории от чрезвычайных ситуаций приро</w:t>
            </w:r>
            <w:r w:rsidRPr="00305B38">
              <w:rPr>
                <w:szCs w:val="28"/>
              </w:rPr>
              <w:t>д</w:t>
            </w:r>
            <w:r w:rsidRPr="00305B38">
              <w:rPr>
                <w:szCs w:val="28"/>
              </w:rPr>
              <w:t>ного и техногенного характера, гражданская оборона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656,2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4.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8866F0" w:rsidP="00EE23AB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8 066,1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8866F0" w:rsidP="00C7157E">
            <w:pPr>
              <w:jc w:val="right"/>
              <w:rPr>
                <w:b/>
                <w:bCs/>
                <w:szCs w:val="28"/>
              </w:rPr>
            </w:pPr>
            <w:r w:rsidRPr="00305B38">
              <w:rPr>
                <w:b/>
                <w:bCs/>
                <w:szCs w:val="28"/>
              </w:rPr>
              <w:t>8 425,6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8866F0" w:rsidP="00C7157E">
            <w:pPr>
              <w:jc w:val="right"/>
              <w:rPr>
                <w:szCs w:val="28"/>
                <w:highlight w:val="yellow"/>
              </w:rPr>
            </w:pPr>
            <w:r w:rsidRPr="00305B38">
              <w:rPr>
                <w:szCs w:val="28"/>
              </w:rPr>
              <w:t>3 227,8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8866F0" w:rsidP="00C7157E">
            <w:pPr>
              <w:jc w:val="right"/>
              <w:rPr>
                <w:szCs w:val="28"/>
                <w:highlight w:val="yellow"/>
              </w:rPr>
            </w:pPr>
            <w:r w:rsidRPr="00305B38">
              <w:rPr>
                <w:szCs w:val="28"/>
              </w:rPr>
              <w:t>3 227,8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A81999">
            <w:pPr>
              <w:jc w:val="right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4 650,6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A81999">
            <w:pPr>
              <w:jc w:val="right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5 171,4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Связь и информатика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134,0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Cs/>
                <w:szCs w:val="28"/>
              </w:rPr>
            </w:pPr>
            <w:r w:rsidRPr="00305B38">
              <w:rPr>
                <w:bCs/>
                <w:szCs w:val="28"/>
              </w:rPr>
              <w:t>0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Другие вопросы в области наци</w:t>
            </w:r>
            <w:r w:rsidRPr="00305B38">
              <w:rPr>
                <w:szCs w:val="28"/>
              </w:rPr>
              <w:t>о</w:t>
            </w:r>
            <w:r w:rsidRPr="00305B38">
              <w:rPr>
                <w:szCs w:val="28"/>
              </w:rPr>
              <w:t>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szCs w:val="28"/>
              </w:rPr>
            </w:pPr>
            <w:r w:rsidRPr="00305B38">
              <w:rPr>
                <w:szCs w:val="28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53,7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szCs w:val="28"/>
              </w:rPr>
            </w:pPr>
            <w:r w:rsidRPr="00305B38">
              <w:rPr>
                <w:szCs w:val="28"/>
              </w:rPr>
              <w:t>26,4</w:t>
            </w:r>
          </w:p>
        </w:tc>
      </w:tr>
      <w:tr w:rsidR="00A75719" w:rsidRPr="00305B38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305B38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E62D22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E62D22">
              <w:rPr>
                <w:b/>
                <w:bCs/>
                <w:szCs w:val="28"/>
              </w:rPr>
              <w:t>5.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E62D22">
              <w:rPr>
                <w:b/>
                <w:bCs/>
                <w:szCs w:val="28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E62D22">
              <w:rPr>
                <w:b/>
                <w:bCs/>
                <w:szCs w:val="2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E62D22" w:rsidP="00C7157E">
            <w:pPr>
              <w:jc w:val="right"/>
              <w:rPr>
                <w:b/>
                <w:bCs/>
                <w:szCs w:val="28"/>
              </w:rPr>
            </w:pPr>
            <w:r w:rsidRPr="00E62D22">
              <w:rPr>
                <w:b/>
                <w:bCs/>
                <w:szCs w:val="28"/>
              </w:rPr>
              <w:t>643 426,3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E62D22" w:rsidP="00C7157E">
            <w:pPr>
              <w:jc w:val="right"/>
              <w:rPr>
                <w:b/>
                <w:bCs/>
                <w:szCs w:val="28"/>
              </w:rPr>
            </w:pPr>
            <w:r w:rsidRPr="00E62D22">
              <w:rPr>
                <w:b/>
                <w:bCs/>
                <w:szCs w:val="28"/>
              </w:rPr>
              <w:t>633 243,4</w:t>
            </w:r>
          </w:p>
        </w:tc>
      </w:tr>
      <w:tr w:rsidR="00A75719" w:rsidRPr="00E62D22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E62D22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  <w:r w:rsidRPr="00E62D22">
              <w:rPr>
                <w:szCs w:val="28"/>
              </w:rPr>
              <w:t>Дошкольное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  <w:r w:rsidRPr="00E62D22">
              <w:rPr>
                <w:szCs w:val="2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  <w:r w:rsidRPr="00E62D22">
              <w:rPr>
                <w:szCs w:val="28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F9320C" w:rsidP="00A81999">
            <w:pPr>
              <w:jc w:val="right"/>
              <w:rPr>
                <w:szCs w:val="28"/>
                <w:highlight w:val="yellow"/>
              </w:rPr>
            </w:pPr>
            <w:r w:rsidRPr="00E62D22">
              <w:rPr>
                <w:szCs w:val="28"/>
              </w:rPr>
              <w:t>236 347,2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3C06D6" w:rsidP="00A81999">
            <w:pPr>
              <w:jc w:val="right"/>
              <w:rPr>
                <w:szCs w:val="28"/>
              </w:rPr>
            </w:pPr>
            <w:r w:rsidRPr="00E62D22">
              <w:rPr>
                <w:szCs w:val="28"/>
              </w:rPr>
              <w:t>236 386,1</w:t>
            </w:r>
          </w:p>
        </w:tc>
      </w:tr>
      <w:tr w:rsidR="00A75719" w:rsidRPr="00E62D22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right"/>
              <w:rPr>
                <w:b/>
                <w:bCs/>
                <w:szCs w:val="28"/>
                <w:highlight w:val="yellow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E62D22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  <w:r w:rsidRPr="00E62D22">
              <w:rPr>
                <w:szCs w:val="28"/>
              </w:rPr>
              <w:t>Общее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  <w:r w:rsidRPr="00E62D22">
              <w:rPr>
                <w:szCs w:val="2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A75719" w:rsidP="00C7157E">
            <w:pPr>
              <w:jc w:val="both"/>
              <w:rPr>
                <w:szCs w:val="28"/>
              </w:rPr>
            </w:pPr>
            <w:r w:rsidRPr="00E62D22">
              <w:rPr>
                <w:szCs w:val="28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FA4F58" w:rsidP="00A81999">
            <w:pPr>
              <w:jc w:val="right"/>
              <w:rPr>
                <w:szCs w:val="28"/>
                <w:highlight w:val="yellow"/>
              </w:rPr>
            </w:pPr>
            <w:r w:rsidRPr="00E62D22">
              <w:rPr>
                <w:szCs w:val="28"/>
              </w:rPr>
              <w:t>282 272,7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62D22" w:rsidRDefault="00FA4F58" w:rsidP="00A81999">
            <w:pPr>
              <w:jc w:val="right"/>
              <w:rPr>
                <w:szCs w:val="28"/>
              </w:rPr>
            </w:pPr>
            <w:r w:rsidRPr="00E62D22">
              <w:rPr>
                <w:szCs w:val="28"/>
              </w:rPr>
              <w:t>272 166,1</w:t>
            </w:r>
          </w:p>
        </w:tc>
      </w:tr>
      <w:tr w:rsidR="00A75719" w:rsidRPr="006C18E7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b/>
                <w:bCs/>
                <w:i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b/>
                <w:bCs/>
                <w:i/>
                <w:szCs w:val="28"/>
              </w:rPr>
            </w:pP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Дополнительное образование д</w:t>
            </w:r>
            <w:r w:rsidRPr="005D40B5">
              <w:rPr>
                <w:szCs w:val="28"/>
              </w:rPr>
              <w:t>е</w:t>
            </w:r>
            <w:r w:rsidRPr="005D40B5">
              <w:rPr>
                <w:szCs w:val="28"/>
              </w:rPr>
              <w:t>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A81999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72 910,7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A81999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72 910,7</w:t>
            </w:r>
          </w:p>
        </w:tc>
      </w:tr>
      <w:tr w:rsidR="00A75719" w:rsidRPr="006C18E7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b/>
                <w:bCs/>
                <w:i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b/>
                <w:bCs/>
                <w:i/>
                <w:szCs w:val="28"/>
              </w:rPr>
            </w:pP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Молодежная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5D40B5" w:rsidP="00C7157E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6 145,4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5D40B5" w:rsidP="00C7157E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6 030,2</w:t>
            </w: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Другие вопросы в области образ</w:t>
            </w:r>
            <w:r w:rsidRPr="005D40B5">
              <w:rPr>
                <w:szCs w:val="28"/>
              </w:rPr>
              <w:t>о</w:t>
            </w:r>
            <w:r w:rsidRPr="005D40B5">
              <w:rPr>
                <w:szCs w:val="28"/>
              </w:rPr>
              <w:t>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FA4F58" w:rsidP="00A81999">
            <w:pPr>
              <w:jc w:val="right"/>
              <w:rPr>
                <w:bCs/>
                <w:szCs w:val="28"/>
              </w:rPr>
            </w:pPr>
            <w:r w:rsidRPr="005D40B5">
              <w:rPr>
                <w:bCs/>
                <w:szCs w:val="28"/>
              </w:rPr>
              <w:t>45 750,3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FA4F58" w:rsidP="00A81999">
            <w:pPr>
              <w:jc w:val="right"/>
              <w:rPr>
                <w:bCs/>
                <w:szCs w:val="28"/>
              </w:rPr>
            </w:pPr>
            <w:r w:rsidRPr="005D40B5">
              <w:rPr>
                <w:bCs/>
                <w:szCs w:val="28"/>
              </w:rPr>
              <w:t>45 750,3</w:t>
            </w: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5D40B5" w:rsidTr="0044700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5D40B5">
              <w:rPr>
                <w:b/>
                <w:bCs/>
                <w:szCs w:val="28"/>
              </w:rPr>
              <w:t>6.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5D40B5">
              <w:rPr>
                <w:b/>
                <w:bCs/>
                <w:szCs w:val="28"/>
              </w:rPr>
              <w:t>Культура, кинематография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5D40B5">
              <w:rPr>
                <w:b/>
                <w:bCs/>
                <w:szCs w:val="28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F01632">
            <w:pPr>
              <w:ind w:right="44"/>
              <w:jc w:val="right"/>
              <w:rPr>
                <w:b/>
              </w:rPr>
            </w:pPr>
            <w:r w:rsidRPr="005D40B5">
              <w:rPr>
                <w:b/>
              </w:rPr>
              <w:t>33 605,5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F01632">
            <w:pPr>
              <w:ind w:right="44"/>
              <w:jc w:val="right"/>
              <w:rPr>
                <w:b/>
              </w:rPr>
            </w:pPr>
            <w:r w:rsidRPr="005D40B5">
              <w:rPr>
                <w:b/>
              </w:rPr>
              <w:t>33 575,8</w:t>
            </w: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32 207,8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32 178,1</w:t>
            </w: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Другие вопросы в области культ</w:t>
            </w:r>
            <w:r w:rsidRPr="005D40B5">
              <w:rPr>
                <w:szCs w:val="28"/>
              </w:rPr>
              <w:t>у</w:t>
            </w:r>
            <w:r w:rsidRPr="005D40B5">
              <w:rPr>
                <w:szCs w:val="28"/>
              </w:rPr>
              <w:t>ры, кинематографии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szCs w:val="28"/>
              </w:rPr>
            </w:pPr>
            <w:r w:rsidRPr="005D40B5">
              <w:rPr>
                <w:szCs w:val="28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1 397,7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szCs w:val="28"/>
              </w:rPr>
            </w:pPr>
            <w:r w:rsidRPr="005D40B5">
              <w:rPr>
                <w:szCs w:val="28"/>
              </w:rPr>
              <w:t>1 397,7</w:t>
            </w:r>
          </w:p>
        </w:tc>
      </w:tr>
      <w:tr w:rsidR="00A75719" w:rsidRPr="005D40B5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5D40B5" w:rsidTr="006F5770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5D40B5">
              <w:rPr>
                <w:b/>
                <w:bCs/>
                <w:szCs w:val="28"/>
              </w:rPr>
              <w:t>7.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5D40B5">
              <w:rPr>
                <w:b/>
                <w:bCs/>
                <w:szCs w:val="28"/>
              </w:rPr>
              <w:t>Здравоохранение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5D40B5">
              <w:rPr>
                <w:b/>
                <w:bCs/>
                <w:szCs w:val="28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8430DB">
            <w:pPr>
              <w:ind w:right="44"/>
              <w:jc w:val="right"/>
              <w:rPr>
                <w:b/>
              </w:rPr>
            </w:pPr>
            <w:r w:rsidRPr="005D40B5">
              <w:rPr>
                <w:b/>
              </w:rPr>
              <w:t>17 000,0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8430DB">
            <w:pPr>
              <w:ind w:right="44"/>
              <w:jc w:val="right"/>
              <w:rPr>
                <w:b/>
              </w:rPr>
            </w:pPr>
            <w:r w:rsidRPr="005D40B5">
              <w:rPr>
                <w:b/>
              </w:rPr>
              <w:t>15 000,0</w:t>
            </w:r>
          </w:p>
        </w:tc>
      </w:tr>
      <w:tr w:rsidR="00A75719" w:rsidRPr="005D40B5" w:rsidTr="006F5770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8430DB">
            <w:pPr>
              <w:ind w:right="44"/>
              <w:jc w:val="right"/>
              <w:rPr>
                <w:b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8430DB">
            <w:pPr>
              <w:ind w:right="44"/>
              <w:jc w:val="right"/>
              <w:rPr>
                <w:b/>
              </w:rPr>
            </w:pPr>
          </w:p>
        </w:tc>
      </w:tr>
      <w:tr w:rsidR="00A75719" w:rsidRPr="005D40B5" w:rsidTr="006F5770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5D40B5" w:rsidRDefault="00A75719" w:rsidP="00C7157E">
            <w:pPr>
              <w:jc w:val="both"/>
              <w:rPr>
                <w:bCs/>
                <w:szCs w:val="28"/>
              </w:rPr>
            </w:pPr>
            <w:r w:rsidRPr="005D40B5">
              <w:rPr>
                <w:bCs/>
                <w:szCs w:val="28"/>
              </w:rPr>
              <w:t>Амбулаторная помощь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Cs/>
                <w:szCs w:val="28"/>
              </w:rPr>
            </w:pPr>
            <w:r w:rsidRPr="005D40B5">
              <w:rPr>
                <w:bCs/>
                <w:szCs w:val="28"/>
              </w:rPr>
              <w:t>09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5D40B5" w:rsidRDefault="00A75719" w:rsidP="00C7157E">
            <w:pPr>
              <w:jc w:val="both"/>
              <w:rPr>
                <w:bCs/>
                <w:szCs w:val="28"/>
              </w:rPr>
            </w:pPr>
            <w:r w:rsidRPr="005D40B5">
              <w:rPr>
                <w:bCs/>
                <w:szCs w:val="28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8430DB">
            <w:pPr>
              <w:ind w:right="44"/>
              <w:jc w:val="right"/>
            </w:pPr>
            <w:r w:rsidRPr="005D40B5">
              <w:t>17 000,0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5D40B5" w:rsidRDefault="00A75719" w:rsidP="008430DB">
            <w:pPr>
              <w:ind w:right="44"/>
              <w:jc w:val="right"/>
            </w:pPr>
            <w:r w:rsidRPr="005D40B5">
              <w:t>15 000,0</w:t>
            </w:r>
          </w:p>
        </w:tc>
      </w:tr>
      <w:tr w:rsidR="00A75719" w:rsidRPr="006C18E7" w:rsidTr="006F5770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8430DB">
            <w:pPr>
              <w:ind w:right="44"/>
              <w:jc w:val="right"/>
              <w:rPr>
                <w:b/>
                <w:i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8430DB">
            <w:pPr>
              <w:ind w:right="44"/>
              <w:jc w:val="right"/>
              <w:rPr>
                <w:b/>
                <w:i/>
              </w:rPr>
            </w:pPr>
          </w:p>
        </w:tc>
      </w:tr>
      <w:tr w:rsidR="00A75719" w:rsidRPr="00C94EC4" w:rsidTr="006F5770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C94EC4">
              <w:rPr>
                <w:b/>
                <w:bCs/>
                <w:szCs w:val="28"/>
              </w:rPr>
              <w:t>8.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C94EC4">
              <w:rPr>
                <w:b/>
                <w:bCs/>
                <w:szCs w:val="28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C94EC4">
              <w:rPr>
                <w:b/>
                <w:bCs/>
                <w:szCs w:val="2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C94EC4" w:rsidRDefault="005D40B5" w:rsidP="008430DB">
            <w:pPr>
              <w:ind w:right="44"/>
              <w:jc w:val="right"/>
              <w:rPr>
                <w:b/>
              </w:rPr>
            </w:pPr>
            <w:r w:rsidRPr="00C94EC4">
              <w:rPr>
                <w:b/>
              </w:rPr>
              <w:t>70 852,8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C94EC4" w:rsidRDefault="00C94EC4" w:rsidP="008430DB">
            <w:pPr>
              <w:ind w:right="44"/>
              <w:jc w:val="right"/>
              <w:rPr>
                <w:b/>
              </w:rPr>
            </w:pPr>
            <w:r w:rsidRPr="00C94EC4">
              <w:rPr>
                <w:b/>
              </w:rPr>
              <w:t>73 829,1</w:t>
            </w:r>
          </w:p>
        </w:tc>
      </w:tr>
      <w:tr w:rsidR="00A75719" w:rsidRPr="00C94EC4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C94EC4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C94EC4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C94EC4" w:rsidRDefault="00A75719" w:rsidP="00C7157E">
            <w:pPr>
              <w:jc w:val="both"/>
              <w:rPr>
                <w:szCs w:val="28"/>
              </w:rPr>
            </w:pPr>
            <w:r w:rsidRPr="00C94EC4">
              <w:rPr>
                <w:szCs w:val="28"/>
              </w:rPr>
              <w:t>Социальное обеспечение насел</w:t>
            </w:r>
            <w:r w:rsidRPr="00C94EC4">
              <w:rPr>
                <w:szCs w:val="28"/>
              </w:rPr>
              <w:t>е</w:t>
            </w:r>
            <w:r w:rsidRPr="00C94EC4">
              <w:rPr>
                <w:szCs w:val="28"/>
              </w:rPr>
              <w:t>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szCs w:val="28"/>
              </w:rPr>
            </w:pPr>
            <w:r w:rsidRPr="00C94EC4">
              <w:rPr>
                <w:szCs w:val="2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szCs w:val="28"/>
              </w:rPr>
            </w:pPr>
            <w:r w:rsidRPr="00C94EC4">
              <w:rPr>
                <w:szCs w:val="28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right"/>
              <w:rPr>
                <w:szCs w:val="28"/>
              </w:rPr>
            </w:pPr>
            <w:r w:rsidRPr="00C94EC4">
              <w:rPr>
                <w:szCs w:val="28"/>
              </w:rPr>
              <w:t>720,0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right"/>
              <w:rPr>
                <w:szCs w:val="28"/>
              </w:rPr>
            </w:pPr>
            <w:r w:rsidRPr="00C94EC4">
              <w:rPr>
                <w:szCs w:val="28"/>
              </w:rPr>
              <w:t>480,0</w:t>
            </w:r>
          </w:p>
        </w:tc>
      </w:tr>
      <w:tr w:rsidR="00A75719" w:rsidRPr="00C94EC4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C94EC4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EB3239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B3239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B3239" w:rsidRDefault="00A75719" w:rsidP="00C7157E">
            <w:pPr>
              <w:jc w:val="both"/>
              <w:rPr>
                <w:szCs w:val="28"/>
              </w:rPr>
            </w:pPr>
            <w:r w:rsidRPr="00EB3239">
              <w:rPr>
                <w:szCs w:val="28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A75719" w:rsidP="00C7157E">
            <w:pPr>
              <w:jc w:val="both"/>
              <w:rPr>
                <w:szCs w:val="28"/>
              </w:rPr>
            </w:pPr>
            <w:r w:rsidRPr="00EB3239">
              <w:rPr>
                <w:szCs w:val="2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A75719" w:rsidP="00C7157E">
            <w:pPr>
              <w:jc w:val="both"/>
              <w:rPr>
                <w:szCs w:val="28"/>
              </w:rPr>
            </w:pPr>
            <w:r w:rsidRPr="00EB3239">
              <w:rPr>
                <w:szCs w:val="28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EB3239" w:rsidP="00C7157E">
            <w:pPr>
              <w:jc w:val="right"/>
              <w:rPr>
                <w:szCs w:val="28"/>
              </w:rPr>
            </w:pPr>
            <w:r w:rsidRPr="00EB3239">
              <w:rPr>
                <w:szCs w:val="28"/>
              </w:rPr>
              <w:t>70 132,8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EB3239" w:rsidP="00C7157E">
            <w:pPr>
              <w:jc w:val="right"/>
              <w:rPr>
                <w:szCs w:val="28"/>
              </w:rPr>
            </w:pPr>
            <w:r w:rsidRPr="00EB3239">
              <w:rPr>
                <w:szCs w:val="28"/>
              </w:rPr>
              <w:t>73 349,1</w:t>
            </w:r>
          </w:p>
        </w:tc>
      </w:tr>
      <w:tr w:rsidR="00A75719" w:rsidRPr="00EB3239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EB3239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EB3239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EB3239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266F7A" w:rsidTr="00FA5C9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9.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Физическая культура и спорт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8430DB">
            <w:pPr>
              <w:ind w:right="44"/>
              <w:jc w:val="right"/>
              <w:rPr>
                <w:b/>
              </w:rPr>
            </w:pPr>
            <w:r w:rsidRPr="00266F7A">
              <w:rPr>
                <w:b/>
              </w:rPr>
              <w:t>10 441,5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8430DB">
            <w:pPr>
              <w:ind w:right="44"/>
              <w:jc w:val="right"/>
              <w:rPr>
                <w:b/>
              </w:rPr>
            </w:pPr>
            <w:r w:rsidRPr="00266F7A">
              <w:rPr>
                <w:b/>
              </w:rPr>
              <w:t>10 441,5</w:t>
            </w: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Физическая 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szCs w:val="28"/>
              </w:rPr>
            </w:pPr>
            <w:r w:rsidRPr="00266F7A">
              <w:rPr>
                <w:szCs w:val="28"/>
              </w:rPr>
              <w:t>9 075,8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szCs w:val="28"/>
              </w:rPr>
            </w:pPr>
            <w:r w:rsidRPr="00266F7A">
              <w:rPr>
                <w:szCs w:val="28"/>
              </w:rPr>
              <w:t>9 075,8</w:t>
            </w: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Cs/>
                <w:szCs w:val="28"/>
              </w:rPr>
            </w:pPr>
            <w:r w:rsidRPr="00266F7A">
              <w:rPr>
                <w:bCs/>
                <w:szCs w:val="28"/>
              </w:rPr>
              <w:t>Другие вопросы в области физич</w:t>
            </w:r>
            <w:r w:rsidRPr="00266F7A">
              <w:rPr>
                <w:bCs/>
                <w:szCs w:val="28"/>
              </w:rPr>
              <w:t>е</w:t>
            </w:r>
            <w:r w:rsidRPr="00266F7A">
              <w:rPr>
                <w:bCs/>
                <w:szCs w:val="28"/>
              </w:rPr>
              <w:t>ской культуры и спорта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Cs/>
                <w:szCs w:val="28"/>
              </w:rPr>
            </w:pPr>
            <w:r w:rsidRPr="00266F7A">
              <w:rPr>
                <w:bCs/>
                <w:szCs w:val="28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Cs/>
                <w:szCs w:val="28"/>
              </w:rPr>
            </w:pPr>
            <w:r w:rsidRPr="00266F7A">
              <w:rPr>
                <w:bCs/>
                <w:szCs w:val="28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Cs/>
                <w:szCs w:val="28"/>
              </w:rPr>
            </w:pPr>
            <w:r w:rsidRPr="00266F7A">
              <w:rPr>
                <w:bCs/>
                <w:szCs w:val="28"/>
              </w:rPr>
              <w:t>1 365,7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Cs/>
                <w:szCs w:val="28"/>
              </w:rPr>
            </w:pPr>
            <w:r w:rsidRPr="00266F7A">
              <w:rPr>
                <w:bCs/>
                <w:szCs w:val="28"/>
              </w:rPr>
              <w:t>1 365,7</w:t>
            </w: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266F7A" w:rsidTr="008430DB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FD390D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10.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642F76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 xml:space="preserve">Обслуживание государственного </w:t>
            </w:r>
            <w:r w:rsidR="00642F76" w:rsidRPr="00266F7A">
              <w:rPr>
                <w:b/>
                <w:bCs/>
                <w:szCs w:val="28"/>
              </w:rPr>
              <w:t>(</w:t>
            </w:r>
            <w:r w:rsidRPr="00266F7A">
              <w:rPr>
                <w:b/>
                <w:bCs/>
                <w:szCs w:val="28"/>
              </w:rPr>
              <w:t>муниципального</w:t>
            </w:r>
            <w:r w:rsidR="00642F76" w:rsidRPr="00266F7A">
              <w:rPr>
                <w:b/>
                <w:bCs/>
                <w:szCs w:val="28"/>
              </w:rPr>
              <w:t xml:space="preserve">) </w:t>
            </w:r>
            <w:r w:rsidRPr="00266F7A">
              <w:rPr>
                <w:b/>
                <w:bCs/>
                <w:szCs w:val="28"/>
              </w:rPr>
              <w:t xml:space="preserve">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8430DB">
            <w:pPr>
              <w:ind w:right="44"/>
              <w:jc w:val="right"/>
              <w:rPr>
                <w:b/>
              </w:rPr>
            </w:pPr>
            <w:r w:rsidRPr="00266F7A">
              <w:rPr>
                <w:b/>
              </w:rPr>
              <w:t>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8430DB">
            <w:pPr>
              <w:ind w:right="44"/>
              <w:jc w:val="right"/>
              <w:rPr>
                <w:b/>
              </w:rPr>
            </w:pPr>
            <w:r w:rsidRPr="00266F7A">
              <w:rPr>
                <w:b/>
              </w:rPr>
              <w:t>25,6</w:t>
            </w:r>
          </w:p>
        </w:tc>
      </w:tr>
      <w:tr w:rsidR="00A75719" w:rsidRPr="006C18E7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b/>
                <w:bCs/>
                <w:i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b/>
                <w:bCs/>
                <w:i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b/>
                <w:bCs/>
                <w:i/>
                <w:szCs w:val="28"/>
              </w:rPr>
            </w:pP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642F76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 xml:space="preserve">Обслуживание государственного </w:t>
            </w:r>
            <w:r w:rsidR="00642F76" w:rsidRPr="00266F7A">
              <w:rPr>
                <w:szCs w:val="28"/>
              </w:rPr>
              <w:t xml:space="preserve">(муниципального) </w:t>
            </w:r>
            <w:r w:rsidRPr="00266F7A">
              <w:rPr>
                <w:szCs w:val="28"/>
              </w:rPr>
              <w:t>внутреннего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13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szCs w:val="28"/>
              </w:rPr>
            </w:pPr>
            <w:r w:rsidRPr="00266F7A">
              <w:rPr>
                <w:szCs w:val="28"/>
              </w:rPr>
              <w:t>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szCs w:val="28"/>
              </w:rPr>
            </w:pPr>
            <w:r w:rsidRPr="00266F7A">
              <w:rPr>
                <w:szCs w:val="28"/>
              </w:rPr>
              <w:t>25,6</w:t>
            </w: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FD390D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11.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  <w:r w:rsidRPr="00266F7A">
              <w:rPr>
                <w:b/>
                <w:bCs/>
                <w:szCs w:val="28"/>
              </w:rPr>
              <w:t>500,0</w:t>
            </w: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A75719" w:rsidRPr="00266F7A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Дотации на выравнивание бю</w:t>
            </w:r>
            <w:r w:rsidRPr="00266F7A">
              <w:rPr>
                <w:szCs w:val="28"/>
              </w:rPr>
              <w:t>д</w:t>
            </w:r>
            <w:r w:rsidRPr="00266F7A">
              <w:rPr>
                <w:szCs w:val="28"/>
              </w:rPr>
              <w:t>жетной обеспеченности субъектов Российской Федерации и муниц</w:t>
            </w:r>
            <w:r w:rsidRPr="00266F7A">
              <w:rPr>
                <w:szCs w:val="28"/>
              </w:rPr>
              <w:t>и</w:t>
            </w:r>
            <w:r w:rsidRPr="00266F7A">
              <w:rPr>
                <w:szCs w:val="28"/>
              </w:rPr>
              <w:t>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both"/>
              <w:rPr>
                <w:szCs w:val="28"/>
              </w:rPr>
            </w:pPr>
            <w:r w:rsidRPr="00266F7A">
              <w:rPr>
                <w:szCs w:val="28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szCs w:val="28"/>
              </w:rPr>
            </w:pPr>
            <w:r w:rsidRPr="00266F7A">
              <w:rPr>
                <w:szCs w:val="28"/>
              </w:rPr>
              <w:t>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266F7A" w:rsidRDefault="00A75719" w:rsidP="00C7157E">
            <w:pPr>
              <w:jc w:val="right"/>
              <w:rPr>
                <w:szCs w:val="28"/>
              </w:rPr>
            </w:pPr>
            <w:r w:rsidRPr="00266F7A">
              <w:rPr>
                <w:szCs w:val="28"/>
              </w:rPr>
              <w:t>500,0</w:t>
            </w:r>
          </w:p>
        </w:tc>
      </w:tr>
      <w:tr w:rsidR="00A75719" w:rsidRPr="006C18E7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6C18E7" w:rsidRDefault="00A75719" w:rsidP="00C7157E">
            <w:pPr>
              <w:jc w:val="both"/>
              <w:rPr>
                <w:i/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6C18E7" w:rsidRDefault="00A75719" w:rsidP="00C7157E">
            <w:pPr>
              <w:jc w:val="both"/>
              <w:rPr>
                <w:i/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i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both"/>
              <w:rPr>
                <w:i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i/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6C18E7" w:rsidRDefault="00A75719" w:rsidP="00C7157E">
            <w:pPr>
              <w:jc w:val="right"/>
              <w:rPr>
                <w:i/>
                <w:szCs w:val="28"/>
              </w:rPr>
            </w:pPr>
          </w:p>
        </w:tc>
      </w:tr>
      <w:tr w:rsidR="00A75719" w:rsidRPr="00AD195E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AD195E" w:rsidRDefault="00A75719" w:rsidP="00C7157E">
            <w:pPr>
              <w:jc w:val="both"/>
              <w:rPr>
                <w:b/>
                <w:szCs w:val="28"/>
              </w:rPr>
            </w:pPr>
            <w:r w:rsidRPr="00AD195E">
              <w:rPr>
                <w:b/>
                <w:szCs w:val="28"/>
              </w:rPr>
              <w:t>12.</w:t>
            </w: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D195E" w:rsidRDefault="00A75719" w:rsidP="00C7157E">
            <w:pPr>
              <w:jc w:val="both"/>
              <w:rPr>
                <w:b/>
                <w:szCs w:val="28"/>
              </w:rPr>
            </w:pPr>
            <w:r w:rsidRPr="00AD195E">
              <w:rPr>
                <w:b/>
                <w:szCs w:val="28"/>
              </w:rPr>
              <w:t>Условно утвержденные расходы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both"/>
              <w:rPr>
                <w:b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both"/>
              <w:rPr>
                <w:b/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right"/>
              <w:rPr>
                <w:b/>
                <w:szCs w:val="28"/>
              </w:rPr>
            </w:pPr>
            <w:r w:rsidRPr="00AD195E">
              <w:rPr>
                <w:b/>
                <w:szCs w:val="28"/>
              </w:rPr>
              <w:t>10 300,0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right"/>
              <w:rPr>
                <w:b/>
                <w:szCs w:val="28"/>
              </w:rPr>
            </w:pPr>
            <w:r w:rsidRPr="00AD195E">
              <w:rPr>
                <w:b/>
                <w:szCs w:val="28"/>
              </w:rPr>
              <w:t>20 500,0</w:t>
            </w:r>
          </w:p>
        </w:tc>
      </w:tr>
      <w:tr w:rsidR="00A75719" w:rsidRPr="00AD195E" w:rsidTr="000F0D15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right"/>
              <w:rPr>
                <w:szCs w:val="28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right"/>
              <w:rPr>
                <w:szCs w:val="28"/>
              </w:rPr>
            </w:pPr>
          </w:p>
        </w:tc>
      </w:tr>
      <w:tr w:rsidR="00A75719" w:rsidRPr="00AD195E" w:rsidTr="009910AA">
        <w:tc>
          <w:tcPr>
            <w:tcW w:w="726" w:type="dxa"/>
            <w:tcBorders>
              <w:top w:val="nil"/>
              <w:left w:val="nil"/>
              <w:right w:val="nil"/>
            </w:tcBorders>
            <w:noWrap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445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  <w:r w:rsidRPr="00AD195E">
              <w:rPr>
                <w:szCs w:val="28"/>
              </w:rPr>
              <w:t>Условно утвержденные расходы</w:t>
            </w: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both"/>
              <w:rPr>
                <w:szCs w:val="28"/>
              </w:rPr>
            </w:pP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right"/>
              <w:rPr>
                <w:szCs w:val="28"/>
              </w:rPr>
            </w:pPr>
            <w:r w:rsidRPr="00AD195E">
              <w:rPr>
                <w:szCs w:val="28"/>
              </w:rPr>
              <w:t>10 300,0</w:t>
            </w: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A75719" w:rsidRPr="00AD195E" w:rsidRDefault="00A75719" w:rsidP="00C7157E">
            <w:pPr>
              <w:jc w:val="right"/>
              <w:rPr>
                <w:szCs w:val="28"/>
              </w:rPr>
            </w:pPr>
            <w:r w:rsidRPr="00AD195E">
              <w:rPr>
                <w:szCs w:val="28"/>
              </w:rPr>
              <w:t>20 500,0</w:t>
            </w:r>
          </w:p>
        </w:tc>
      </w:tr>
      <w:tr w:rsidR="00A75719" w:rsidRPr="00AF65B2" w:rsidTr="009910AA">
        <w:tc>
          <w:tcPr>
            <w:tcW w:w="1345" w:type="dxa"/>
            <w:gridSpan w:val="2"/>
            <w:noWrap/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3832" w:type="dxa"/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563" w:type="dxa"/>
            <w:noWrap/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559" w:type="dxa"/>
            <w:noWrap/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1720" w:type="dxa"/>
            <w:noWrap/>
            <w:vAlign w:val="center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1686" w:type="dxa"/>
            <w:noWrap/>
            <w:vAlign w:val="center"/>
          </w:tcPr>
          <w:p w:rsidR="00A75719" w:rsidRPr="00AF65B2" w:rsidRDefault="009910AA" w:rsidP="00AA732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</w:t>
            </w:r>
          </w:p>
        </w:tc>
      </w:tr>
      <w:tr w:rsidR="00A75719" w:rsidRPr="00AF65B2" w:rsidTr="009910AA">
        <w:tc>
          <w:tcPr>
            <w:tcW w:w="5740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6C18E7" w:rsidRDefault="006C18E7" w:rsidP="006C18E7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н</w:t>
            </w:r>
            <w:r w:rsidR="00A75719" w:rsidRPr="00AF65B2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а    </w:t>
            </w:r>
            <w:r w:rsidR="00A75719" w:rsidRPr="00AF65B2">
              <w:rPr>
                <w:szCs w:val="28"/>
              </w:rPr>
              <w:t xml:space="preserve"> финансового управле</w:t>
            </w:r>
            <w:r>
              <w:rPr>
                <w:szCs w:val="28"/>
              </w:rPr>
              <w:t xml:space="preserve">ния </w:t>
            </w:r>
            <w:r w:rsidR="00A75719" w:rsidRPr="00AF65B2">
              <w:rPr>
                <w:szCs w:val="28"/>
              </w:rPr>
              <w:t xml:space="preserve">администрации </w:t>
            </w:r>
          </w:p>
          <w:p w:rsidR="00A75719" w:rsidRPr="00AF65B2" w:rsidRDefault="00A75719" w:rsidP="006C18E7">
            <w:pPr>
              <w:rPr>
                <w:szCs w:val="28"/>
              </w:rPr>
            </w:pPr>
            <w:r w:rsidRPr="00AF65B2">
              <w:rPr>
                <w:szCs w:val="28"/>
              </w:rPr>
              <w:t>муници</w:t>
            </w:r>
            <w:r w:rsidR="006C18E7">
              <w:rPr>
                <w:szCs w:val="28"/>
              </w:rPr>
              <w:t xml:space="preserve">пального </w:t>
            </w:r>
            <w:r w:rsidRPr="00AF65B2">
              <w:rPr>
                <w:szCs w:val="28"/>
              </w:rPr>
              <w:t xml:space="preserve">образования </w:t>
            </w:r>
            <w:proofErr w:type="spellStart"/>
            <w:r w:rsidRPr="00AF65B2">
              <w:rPr>
                <w:szCs w:val="28"/>
              </w:rPr>
              <w:t>Приморско-Ахтарский</w:t>
            </w:r>
            <w:proofErr w:type="spellEnd"/>
            <w:r w:rsidRPr="00AF65B2">
              <w:rPr>
                <w:szCs w:val="28"/>
              </w:rPr>
              <w:t xml:space="preserve"> район</w:t>
            </w:r>
          </w:p>
        </w:tc>
        <w:tc>
          <w:tcPr>
            <w:tcW w:w="559" w:type="dxa"/>
            <w:tcBorders>
              <w:left w:val="nil"/>
              <w:bottom w:val="nil"/>
              <w:right w:val="nil"/>
            </w:tcBorders>
            <w:vAlign w:val="bottom"/>
          </w:tcPr>
          <w:p w:rsidR="00A75719" w:rsidRPr="00AF65B2" w:rsidRDefault="00A75719" w:rsidP="00E95F3C">
            <w:pPr>
              <w:rPr>
                <w:szCs w:val="28"/>
              </w:rPr>
            </w:pPr>
          </w:p>
        </w:tc>
        <w:tc>
          <w:tcPr>
            <w:tcW w:w="3406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A75719" w:rsidRPr="00AF65B2" w:rsidRDefault="006C18E7" w:rsidP="00E95F3C">
            <w:pPr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Е.В.Черкашина</w:t>
            </w:r>
            <w:proofErr w:type="spellEnd"/>
          </w:p>
        </w:tc>
      </w:tr>
    </w:tbl>
    <w:p w:rsidR="00A75719" w:rsidRPr="00AF65B2" w:rsidRDefault="00A75719" w:rsidP="00C7157E"/>
    <w:p w:rsidR="00A75719" w:rsidRPr="00AF65B2" w:rsidRDefault="00A75719" w:rsidP="00C7157E"/>
    <w:sectPr w:rsidR="00A75719" w:rsidRPr="00AF65B2" w:rsidSect="007102F0">
      <w:headerReference w:type="default" r:id="rId8"/>
      <w:pgSz w:w="11906" w:h="16838"/>
      <w:pgMar w:top="28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719" w:rsidRDefault="00A75719" w:rsidP="00E12559">
      <w:r>
        <w:separator/>
      </w:r>
    </w:p>
  </w:endnote>
  <w:endnote w:type="continuationSeparator" w:id="0">
    <w:p w:rsidR="00A75719" w:rsidRDefault="00A7571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719" w:rsidRDefault="00A75719" w:rsidP="00E12559">
      <w:r>
        <w:separator/>
      </w:r>
    </w:p>
  </w:footnote>
  <w:footnote w:type="continuationSeparator" w:id="0">
    <w:p w:rsidR="00A75719" w:rsidRDefault="00A7571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19" w:rsidRDefault="008866F0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FF6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57E"/>
    <w:rsid w:val="00001094"/>
    <w:rsid w:val="00003AFF"/>
    <w:rsid w:val="00006410"/>
    <w:rsid w:val="000106EE"/>
    <w:rsid w:val="0001144C"/>
    <w:rsid w:val="00011604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3293"/>
    <w:rsid w:val="0003473F"/>
    <w:rsid w:val="00045A73"/>
    <w:rsid w:val="0004670E"/>
    <w:rsid w:val="00053023"/>
    <w:rsid w:val="00053465"/>
    <w:rsid w:val="00053D90"/>
    <w:rsid w:val="00054FD6"/>
    <w:rsid w:val="000561B7"/>
    <w:rsid w:val="0006049E"/>
    <w:rsid w:val="000607E4"/>
    <w:rsid w:val="000626DA"/>
    <w:rsid w:val="00062AC1"/>
    <w:rsid w:val="000646A3"/>
    <w:rsid w:val="00064ED1"/>
    <w:rsid w:val="00064FE6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062"/>
    <w:rsid w:val="00081323"/>
    <w:rsid w:val="00081C54"/>
    <w:rsid w:val="000842B7"/>
    <w:rsid w:val="00084EF3"/>
    <w:rsid w:val="00085377"/>
    <w:rsid w:val="00085F79"/>
    <w:rsid w:val="000863E8"/>
    <w:rsid w:val="00094253"/>
    <w:rsid w:val="0009541B"/>
    <w:rsid w:val="00097347"/>
    <w:rsid w:val="000977DD"/>
    <w:rsid w:val="000A0695"/>
    <w:rsid w:val="000A0D7B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0D15"/>
    <w:rsid w:val="000F12AE"/>
    <w:rsid w:val="000F623C"/>
    <w:rsid w:val="000F6A68"/>
    <w:rsid w:val="000F703C"/>
    <w:rsid w:val="00100A04"/>
    <w:rsid w:val="00105124"/>
    <w:rsid w:val="001060AA"/>
    <w:rsid w:val="001123D6"/>
    <w:rsid w:val="001145FC"/>
    <w:rsid w:val="00114AAE"/>
    <w:rsid w:val="00115B3B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5083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0EC"/>
    <w:rsid w:val="001539CC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0637"/>
    <w:rsid w:val="0018367A"/>
    <w:rsid w:val="00190533"/>
    <w:rsid w:val="00192AFE"/>
    <w:rsid w:val="00192B58"/>
    <w:rsid w:val="0019309E"/>
    <w:rsid w:val="0019509C"/>
    <w:rsid w:val="00195CB2"/>
    <w:rsid w:val="00197109"/>
    <w:rsid w:val="00197474"/>
    <w:rsid w:val="001A3021"/>
    <w:rsid w:val="001A3026"/>
    <w:rsid w:val="001A31FD"/>
    <w:rsid w:val="001A39A6"/>
    <w:rsid w:val="001A3BEB"/>
    <w:rsid w:val="001A43F5"/>
    <w:rsid w:val="001A4CC1"/>
    <w:rsid w:val="001A7A21"/>
    <w:rsid w:val="001A7E25"/>
    <w:rsid w:val="001B0614"/>
    <w:rsid w:val="001B0DAA"/>
    <w:rsid w:val="001B11EB"/>
    <w:rsid w:val="001B1F57"/>
    <w:rsid w:val="001B25EA"/>
    <w:rsid w:val="001B5D85"/>
    <w:rsid w:val="001C12F2"/>
    <w:rsid w:val="001C1AD2"/>
    <w:rsid w:val="001C42DF"/>
    <w:rsid w:val="001D3A28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031D"/>
    <w:rsid w:val="002513A1"/>
    <w:rsid w:val="00251E66"/>
    <w:rsid w:val="002548BD"/>
    <w:rsid w:val="0025524D"/>
    <w:rsid w:val="00256A66"/>
    <w:rsid w:val="00262F02"/>
    <w:rsid w:val="00264C9C"/>
    <w:rsid w:val="00266905"/>
    <w:rsid w:val="00266F7A"/>
    <w:rsid w:val="00270270"/>
    <w:rsid w:val="00270CB6"/>
    <w:rsid w:val="00271B5B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4100"/>
    <w:rsid w:val="0028561E"/>
    <w:rsid w:val="00286110"/>
    <w:rsid w:val="002874D8"/>
    <w:rsid w:val="00291CC4"/>
    <w:rsid w:val="0029221B"/>
    <w:rsid w:val="00295617"/>
    <w:rsid w:val="002957B6"/>
    <w:rsid w:val="002957B8"/>
    <w:rsid w:val="00296E2D"/>
    <w:rsid w:val="002A0271"/>
    <w:rsid w:val="002A3C3A"/>
    <w:rsid w:val="002A40C7"/>
    <w:rsid w:val="002A4ABD"/>
    <w:rsid w:val="002A5516"/>
    <w:rsid w:val="002A7A30"/>
    <w:rsid w:val="002B07B3"/>
    <w:rsid w:val="002B0D11"/>
    <w:rsid w:val="002B1451"/>
    <w:rsid w:val="002B4BA9"/>
    <w:rsid w:val="002C2E1B"/>
    <w:rsid w:val="002C613F"/>
    <w:rsid w:val="002C6526"/>
    <w:rsid w:val="002D01CD"/>
    <w:rsid w:val="002D093D"/>
    <w:rsid w:val="002D0C4A"/>
    <w:rsid w:val="002D47B0"/>
    <w:rsid w:val="002D6802"/>
    <w:rsid w:val="002D78FA"/>
    <w:rsid w:val="002E112C"/>
    <w:rsid w:val="002E249D"/>
    <w:rsid w:val="002E313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5B38"/>
    <w:rsid w:val="0030657B"/>
    <w:rsid w:val="003100A1"/>
    <w:rsid w:val="00312710"/>
    <w:rsid w:val="00314E83"/>
    <w:rsid w:val="003216D6"/>
    <w:rsid w:val="003229C4"/>
    <w:rsid w:val="003238E2"/>
    <w:rsid w:val="00323FA6"/>
    <w:rsid w:val="003256CE"/>
    <w:rsid w:val="0032581D"/>
    <w:rsid w:val="003271E7"/>
    <w:rsid w:val="0032761D"/>
    <w:rsid w:val="0033150E"/>
    <w:rsid w:val="00331659"/>
    <w:rsid w:val="0033314B"/>
    <w:rsid w:val="00334544"/>
    <w:rsid w:val="0033496B"/>
    <w:rsid w:val="00334C6A"/>
    <w:rsid w:val="00335DE0"/>
    <w:rsid w:val="00337C1F"/>
    <w:rsid w:val="00342DF9"/>
    <w:rsid w:val="00345A2E"/>
    <w:rsid w:val="00346C6C"/>
    <w:rsid w:val="00346DDD"/>
    <w:rsid w:val="00346FDA"/>
    <w:rsid w:val="00350378"/>
    <w:rsid w:val="003506D6"/>
    <w:rsid w:val="00353E1B"/>
    <w:rsid w:val="00356067"/>
    <w:rsid w:val="0035656D"/>
    <w:rsid w:val="0036402B"/>
    <w:rsid w:val="003643C2"/>
    <w:rsid w:val="003644F2"/>
    <w:rsid w:val="00364859"/>
    <w:rsid w:val="003657DC"/>
    <w:rsid w:val="00367F8A"/>
    <w:rsid w:val="003710F8"/>
    <w:rsid w:val="00372DD6"/>
    <w:rsid w:val="00373021"/>
    <w:rsid w:val="00373A3B"/>
    <w:rsid w:val="00373CF8"/>
    <w:rsid w:val="0037779C"/>
    <w:rsid w:val="00377FCA"/>
    <w:rsid w:val="00380FF7"/>
    <w:rsid w:val="0038136A"/>
    <w:rsid w:val="0038163E"/>
    <w:rsid w:val="00382242"/>
    <w:rsid w:val="00382FFC"/>
    <w:rsid w:val="00383EB3"/>
    <w:rsid w:val="00384BB2"/>
    <w:rsid w:val="003916E5"/>
    <w:rsid w:val="0039250C"/>
    <w:rsid w:val="00392513"/>
    <w:rsid w:val="003942B6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2B84"/>
    <w:rsid w:val="003B4302"/>
    <w:rsid w:val="003B4B8C"/>
    <w:rsid w:val="003B5C63"/>
    <w:rsid w:val="003B5F1E"/>
    <w:rsid w:val="003B6036"/>
    <w:rsid w:val="003B6831"/>
    <w:rsid w:val="003B6ADC"/>
    <w:rsid w:val="003B6F0F"/>
    <w:rsid w:val="003C06D6"/>
    <w:rsid w:val="003C0BC4"/>
    <w:rsid w:val="003C15BE"/>
    <w:rsid w:val="003C2B19"/>
    <w:rsid w:val="003C2FF6"/>
    <w:rsid w:val="003C6E5B"/>
    <w:rsid w:val="003D4A14"/>
    <w:rsid w:val="003D51E5"/>
    <w:rsid w:val="003D6A37"/>
    <w:rsid w:val="003E02BC"/>
    <w:rsid w:val="003E1497"/>
    <w:rsid w:val="003E1907"/>
    <w:rsid w:val="003E5BEF"/>
    <w:rsid w:val="003E5F99"/>
    <w:rsid w:val="003E7B63"/>
    <w:rsid w:val="003F000B"/>
    <w:rsid w:val="003F66F1"/>
    <w:rsid w:val="003F6D8F"/>
    <w:rsid w:val="004007E9"/>
    <w:rsid w:val="00401857"/>
    <w:rsid w:val="004109AF"/>
    <w:rsid w:val="00410C96"/>
    <w:rsid w:val="004120CC"/>
    <w:rsid w:val="00413971"/>
    <w:rsid w:val="0041724B"/>
    <w:rsid w:val="004216ED"/>
    <w:rsid w:val="0042536E"/>
    <w:rsid w:val="00425A37"/>
    <w:rsid w:val="00425BFA"/>
    <w:rsid w:val="00432754"/>
    <w:rsid w:val="00433D97"/>
    <w:rsid w:val="0044036F"/>
    <w:rsid w:val="00444582"/>
    <w:rsid w:val="0044648E"/>
    <w:rsid w:val="00446735"/>
    <w:rsid w:val="00447002"/>
    <w:rsid w:val="00447061"/>
    <w:rsid w:val="004555AE"/>
    <w:rsid w:val="00461DFF"/>
    <w:rsid w:val="00463BF5"/>
    <w:rsid w:val="00465EF2"/>
    <w:rsid w:val="00471CEE"/>
    <w:rsid w:val="00472BBB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065"/>
    <w:rsid w:val="004918F5"/>
    <w:rsid w:val="00492377"/>
    <w:rsid w:val="00493163"/>
    <w:rsid w:val="004962AA"/>
    <w:rsid w:val="00496FEF"/>
    <w:rsid w:val="004A109F"/>
    <w:rsid w:val="004A1211"/>
    <w:rsid w:val="004A12DC"/>
    <w:rsid w:val="004A21B6"/>
    <w:rsid w:val="004A449E"/>
    <w:rsid w:val="004A59DE"/>
    <w:rsid w:val="004A5EA8"/>
    <w:rsid w:val="004A6D46"/>
    <w:rsid w:val="004B00CE"/>
    <w:rsid w:val="004B0325"/>
    <w:rsid w:val="004B04A3"/>
    <w:rsid w:val="004B20A2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0F47"/>
    <w:rsid w:val="00502D43"/>
    <w:rsid w:val="00503473"/>
    <w:rsid w:val="00504EAD"/>
    <w:rsid w:val="005072CA"/>
    <w:rsid w:val="0051386F"/>
    <w:rsid w:val="00514832"/>
    <w:rsid w:val="005151FA"/>
    <w:rsid w:val="00515855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58F"/>
    <w:rsid w:val="005447C0"/>
    <w:rsid w:val="00546173"/>
    <w:rsid w:val="00547F0C"/>
    <w:rsid w:val="00550FFC"/>
    <w:rsid w:val="0055120D"/>
    <w:rsid w:val="00553A06"/>
    <w:rsid w:val="00553E19"/>
    <w:rsid w:val="00554F15"/>
    <w:rsid w:val="00561EA8"/>
    <w:rsid w:val="00564333"/>
    <w:rsid w:val="0056694E"/>
    <w:rsid w:val="00566C6E"/>
    <w:rsid w:val="00573AAD"/>
    <w:rsid w:val="00575AF4"/>
    <w:rsid w:val="00576271"/>
    <w:rsid w:val="00576439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2459"/>
    <w:rsid w:val="005A28E6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0B5"/>
    <w:rsid w:val="005D43DD"/>
    <w:rsid w:val="005D47AA"/>
    <w:rsid w:val="005D4E4B"/>
    <w:rsid w:val="005D57C7"/>
    <w:rsid w:val="005D79C0"/>
    <w:rsid w:val="005D7BBE"/>
    <w:rsid w:val="005D7D6F"/>
    <w:rsid w:val="005E1FBE"/>
    <w:rsid w:val="005E3726"/>
    <w:rsid w:val="005E48F3"/>
    <w:rsid w:val="005E6DDE"/>
    <w:rsid w:val="005E765F"/>
    <w:rsid w:val="005F1D33"/>
    <w:rsid w:val="005F2E55"/>
    <w:rsid w:val="005F5118"/>
    <w:rsid w:val="005F584F"/>
    <w:rsid w:val="005F72EA"/>
    <w:rsid w:val="005F7371"/>
    <w:rsid w:val="00602BCE"/>
    <w:rsid w:val="00603811"/>
    <w:rsid w:val="006048DE"/>
    <w:rsid w:val="00614897"/>
    <w:rsid w:val="00615C39"/>
    <w:rsid w:val="00617580"/>
    <w:rsid w:val="00617816"/>
    <w:rsid w:val="00620D1B"/>
    <w:rsid w:val="00625D73"/>
    <w:rsid w:val="00626EA4"/>
    <w:rsid w:val="00630552"/>
    <w:rsid w:val="006306FC"/>
    <w:rsid w:val="00630840"/>
    <w:rsid w:val="0063158F"/>
    <w:rsid w:val="00632A28"/>
    <w:rsid w:val="00635A23"/>
    <w:rsid w:val="006406ED"/>
    <w:rsid w:val="006410AF"/>
    <w:rsid w:val="00641319"/>
    <w:rsid w:val="0064295B"/>
    <w:rsid w:val="00642F76"/>
    <w:rsid w:val="0064372D"/>
    <w:rsid w:val="00645884"/>
    <w:rsid w:val="0064653F"/>
    <w:rsid w:val="006502A3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77FDA"/>
    <w:rsid w:val="0068154E"/>
    <w:rsid w:val="00681C71"/>
    <w:rsid w:val="006821C5"/>
    <w:rsid w:val="00682C24"/>
    <w:rsid w:val="006857DF"/>
    <w:rsid w:val="00686842"/>
    <w:rsid w:val="00691171"/>
    <w:rsid w:val="00691485"/>
    <w:rsid w:val="00692F3B"/>
    <w:rsid w:val="00694366"/>
    <w:rsid w:val="00694F4D"/>
    <w:rsid w:val="006A16C2"/>
    <w:rsid w:val="006A2FD4"/>
    <w:rsid w:val="006A7937"/>
    <w:rsid w:val="006A7AFA"/>
    <w:rsid w:val="006A7B0C"/>
    <w:rsid w:val="006B0D0E"/>
    <w:rsid w:val="006B3879"/>
    <w:rsid w:val="006B4995"/>
    <w:rsid w:val="006C11C9"/>
    <w:rsid w:val="006C18E7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B1D"/>
    <w:rsid w:val="006D3C66"/>
    <w:rsid w:val="006D51F4"/>
    <w:rsid w:val="006D5C72"/>
    <w:rsid w:val="006E1882"/>
    <w:rsid w:val="006E2A96"/>
    <w:rsid w:val="006E73B9"/>
    <w:rsid w:val="006E775B"/>
    <w:rsid w:val="006F17A6"/>
    <w:rsid w:val="006F1B84"/>
    <w:rsid w:val="006F1CE9"/>
    <w:rsid w:val="006F5770"/>
    <w:rsid w:val="006F63F1"/>
    <w:rsid w:val="006F7641"/>
    <w:rsid w:val="00702740"/>
    <w:rsid w:val="00702E9A"/>
    <w:rsid w:val="00703110"/>
    <w:rsid w:val="0070374D"/>
    <w:rsid w:val="00704261"/>
    <w:rsid w:val="00707A8C"/>
    <w:rsid w:val="00710041"/>
    <w:rsid w:val="007102F0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0C4B"/>
    <w:rsid w:val="00731ADA"/>
    <w:rsid w:val="00734043"/>
    <w:rsid w:val="007351F0"/>
    <w:rsid w:val="007364CE"/>
    <w:rsid w:val="007369CD"/>
    <w:rsid w:val="00736F37"/>
    <w:rsid w:val="00740072"/>
    <w:rsid w:val="00741A9A"/>
    <w:rsid w:val="00741BBA"/>
    <w:rsid w:val="00742647"/>
    <w:rsid w:val="0074470C"/>
    <w:rsid w:val="00747317"/>
    <w:rsid w:val="00751E54"/>
    <w:rsid w:val="007524E1"/>
    <w:rsid w:val="00753C77"/>
    <w:rsid w:val="00753CFA"/>
    <w:rsid w:val="00756A99"/>
    <w:rsid w:val="00761B44"/>
    <w:rsid w:val="00763148"/>
    <w:rsid w:val="00765E06"/>
    <w:rsid w:val="00767E99"/>
    <w:rsid w:val="00767EEF"/>
    <w:rsid w:val="0077135D"/>
    <w:rsid w:val="0077297B"/>
    <w:rsid w:val="00772DE8"/>
    <w:rsid w:val="00773B75"/>
    <w:rsid w:val="00775ED4"/>
    <w:rsid w:val="00776A2E"/>
    <w:rsid w:val="00777052"/>
    <w:rsid w:val="007801F6"/>
    <w:rsid w:val="007818D9"/>
    <w:rsid w:val="007835D8"/>
    <w:rsid w:val="0078674D"/>
    <w:rsid w:val="00792880"/>
    <w:rsid w:val="007941E5"/>
    <w:rsid w:val="00795316"/>
    <w:rsid w:val="007A2114"/>
    <w:rsid w:val="007A2AC8"/>
    <w:rsid w:val="007A5D0F"/>
    <w:rsid w:val="007A5E92"/>
    <w:rsid w:val="007A6A5C"/>
    <w:rsid w:val="007A7417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73D7"/>
    <w:rsid w:val="007E7D9E"/>
    <w:rsid w:val="007F0986"/>
    <w:rsid w:val="007F4614"/>
    <w:rsid w:val="007F5F05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4EC0"/>
    <w:rsid w:val="0082670F"/>
    <w:rsid w:val="00827414"/>
    <w:rsid w:val="008319C2"/>
    <w:rsid w:val="00832136"/>
    <w:rsid w:val="00832BB9"/>
    <w:rsid w:val="00834C39"/>
    <w:rsid w:val="008357BD"/>
    <w:rsid w:val="00837EF3"/>
    <w:rsid w:val="0084006C"/>
    <w:rsid w:val="0084246F"/>
    <w:rsid w:val="008430DB"/>
    <w:rsid w:val="008443A9"/>
    <w:rsid w:val="00845107"/>
    <w:rsid w:val="00846208"/>
    <w:rsid w:val="00846258"/>
    <w:rsid w:val="008508C2"/>
    <w:rsid w:val="00852065"/>
    <w:rsid w:val="0085348E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5A64"/>
    <w:rsid w:val="008866F0"/>
    <w:rsid w:val="00887E32"/>
    <w:rsid w:val="008901BE"/>
    <w:rsid w:val="0089021D"/>
    <w:rsid w:val="00891235"/>
    <w:rsid w:val="00892A55"/>
    <w:rsid w:val="008939E0"/>
    <w:rsid w:val="00893E88"/>
    <w:rsid w:val="00893EB0"/>
    <w:rsid w:val="00895FFF"/>
    <w:rsid w:val="008A2801"/>
    <w:rsid w:val="008A36BB"/>
    <w:rsid w:val="008A38FD"/>
    <w:rsid w:val="008A4EE2"/>
    <w:rsid w:val="008A69CE"/>
    <w:rsid w:val="008B31A4"/>
    <w:rsid w:val="008B4735"/>
    <w:rsid w:val="008B6A10"/>
    <w:rsid w:val="008B7941"/>
    <w:rsid w:val="008C04EB"/>
    <w:rsid w:val="008C285E"/>
    <w:rsid w:val="008C2961"/>
    <w:rsid w:val="008C30E3"/>
    <w:rsid w:val="008C52F8"/>
    <w:rsid w:val="008C5632"/>
    <w:rsid w:val="008C6133"/>
    <w:rsid w:val="008C67C3"/>
    <w:rsid w:val="008C7C9F"/>
    <w:rsid w:val="008D0322"/>
    <w:rsid w:val="008D2806"/>
    <w:rsid w:val="008D3613"/>
    <w:rsid w:val="008D6218"/>
    <w:rsid w:val="008D67BA"/>
    <w:rsid w:val="008D7669"/>
    <w:rsid w:val="008E0258"/>
    <w:rsid w:val="008E0435"/>
    <w:rsid w:val="008E25E4"/>
    <w:rsid w:val="008E47F3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387F"/>
    <w:rsid w:val="00930496"/>
    <w:rsid w:val="00930D54"/>
    <w:rsid w:val="00934F35"/>
    <w:rsid w:val="009359A1"/>
    <w:rsid w:val="00935F12"/>
    <w:rsid w:val="00937166"/>
    <w:rsid w:val="00937307"/>
    <w:rsid w:val="00940493"/>
    <w:rsid w:val="00944536"/>
    <w:rsid w:val="00944FB5"/>
    <w:rsid w:val="0094759C"/>
    <w:rsid w:val="009506B4"/>
    <w:rsid w:val="009508B4"/>
    <w:rsid w:val="00951F58"/>
    <w:rsid w:val="00952215"/>
    <w:rsid w:val="00956C80"/>
    <w:rsid w:val="00961FA1"/>
    <w:rsid w:val="00962D68"/>
    <w:rsid w:val="009630D8"/>
    <w:rsid w:val="00963535"/>
    <w:rsid w:val="0097042E"/>
    <w:rsid w:val="00971591"/>
    <w:rsid w:val="00971AA6"/>
    <w:rsid w:val="009725D8"/>
    <w:rsid w:val="00975182"/>
    <w:rsid w:val="0097527B"/>
    <w:rsid w:val="0097606D"/>
    <w:rsid w:val="009779E5"/>
    <w:rsid w:val="0098039B"/>
    <w:rsid w:val="00980E9C"/>
    <w:rsid w:val="009810A7"/>
    <w:rsid w:val="00981FA0"/>
    <w:rsid w:val="00982124"/>
    <w:rsid w:val="0098278F"/>
    <w:rsid w:val="00983363"/>
    <w:rsid w:val="00986A36"/>
    <w:rsid w:val="00987046"/>
    <w:rsid w:val="009908B7"/>
    <w:rsid w:val="009910AA"/>
    <w:rsid w:val="009919FD"/>
    <w:rsid w:val="00993063"/>
    <w:rsid w:val="0099357C"/>
    <w:rsid w:val="00993C1A"/>
    <w:rsid w:val="009945CD"/>
    <w:rsid w:val="009959CD"/>
    <w:rsid w:val="0099601E"/>
    <w:rsid w:val="00996246"/>
    <w:rsid w:val="00996315"/>
    <w:rsid w:val="0099634C"/>
    <w:rsid w:val="009A0142"/>
    <w:rsid w:val="009A47C6"/>
    <w:rsid w:val="009A57C1"/>
    <w:rsid w:val="009A5EB0"/>
    <w:rsid w:val="009B2C21"/>
    <w:rsid w:val="009B3F94"/>
    <w:rsid w:val="009B48A2"/>
    <w:rsid w:val="009B4F36"/>
    <w:rsid w:val="009C288F"/>
    <w:rsid w:val="009C29E8"/>
    <w:rsid w:val="009C3E30"/>
    <w:rsid w:val="009C5EED"/>
    <w:rsid w:val="009C61D4"/>
    <w:rsid w:val="009D0252"/>
    <w:rsid w:val="009D0F96"/>
    <w:rsid w:val="009D2D3E"/>
    <w:rsid w:val="009D2FFC"/>
    <w:rsid w:val="009D34BA"/>
    <w:rsid w:val="009D3892"/>
    <w:rsid w:val="009D4735"/>
    <w:rsid w:val="009D5B65"/>
    <w:rsid w:val="009E0AD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0DE7"/>
    <w:rsid w:val="00A171B5"/>
    <w:rsid w:val="00A214EE"/>
    <w:rsid w:val="00A275D9"/>
    <w:rsid w:val="00A2799C"/>
    <w:rsid w:val="00A27BCA"/>
    <w:rsid w:val="00A30A64"/>
    <w:rsid w:val="00A30EAD"/>
    <w:rsid w:val="00A31D64"/>
    <w:rsid w:val="00A32516"/>
    <w:rsid w:val="00A32714"/>
    <w:rsid w:val="00A332ED"/>
    <w:rsid w:val="00A33B61"/>
    <w:rsid w:val="00A351B9"/>
    <w:rsid w:val="00A3618A"/>
    <w:rsid w:val="00A37D7A"/>
    <w:rsid w:val="00A4052A"/>
    <w:rsid w:val="00A41296"/>
    <w:rsid w:val="00A4201A"/>
    <w:rsid w:val="00A44EB2"/>
    <w:rsid w:val="00A4510A"/>
    <w:rsid w:val="00A51A33"/>
    <w:rsid w:val="00A563D8"/>
    <w:rsid w:val="00A61136"/>
    <w:rsid w:val="00A6129B"/>
    <w:rsid w:val="00A6215A"/>
    <w:rsid w:val="00A62C4B"/>
    <w:rsid w:val="00A640C6"/>
    <w:rsid w:val="00A6527F"/>
    <w:rsid w:val="00A7098E"/>
    <w:rsid w:val="00A70FA9"/>
    <w:rsid w:val="00A72958"/>
    <w:rsid w:val="00A72BD9"/>
    <w:rsid w:val="00A72C00"/>
    <w:rsid w:val="00A75719"/>
    <w:rsid w:val="00A76FF6"/>
    <w:rsid w:val="00A816D0"/>
    <w:rsid w:val="00A81999"/>
    <w:rsid w:val="00A83B4D"/>
    <w:rsid w:val="00A957C4"/>
    <w:rsid w:val="00A95E5D"/>
    <w:rsid w:val="00A97FE3"/>
    <w:rsid w:val="00AA4D76"/>
    <w:rsid w:val="00AA518D"/>
    <w:rsid w:val="00AA53F5"/>
    <w:rsid w:val="00AA7325"/>
    <w:rsid w:val="00AA7A6B"/>
    <w:rsid w:val="00AB06E0"/>
    <w:rsid w:val="00AB072A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195E"/>
    <w:rsid w:val="00AD2839"/>
    <w:rsid w:val="00AD394E"/>
    <w:rsid w:val="00AD4B0A"/>
    <w:rsid w:val="00AD5002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AF65B2"/>
    <w:rsid w:val="00B00E7F"/>
    <w:rsid w:val="00B016F2"/>
    <w:rsid w:val="00B02D81"/>
    <w:rsid w:val="00B0359E"/>
    <w:rsid w:val="00B04D0B"/>
    <w:rsid w:val="00B135F8"/>
    <w:rsid w:val="00B15DE8"/>
    <w:rsid w:val="00B16523"/>
    <w:rsid w:val="00B21B66"/>
    <w:rsid w:val="00B23344"/>
    <w:rsid w:val="00B23617"/>
    <w:rsid w:val="00B245C2"/>
    <w:rsid w:val="00B24697"/>
    <w:rsid w:val="00B24BA3"/>
    <w:rsid w:val="00B25309"/>
    <w:rsid w:val="00B30295"/>
    <w:rsid w:val="00B303A5"/>
    <w:rsid w:val="00B30E3A"/>
    <w:rsid w:val="00B30F71"/>
    <w:rsid w:val="00B314C2"/>
    <w:rsid w:val="00B352D2"/>
    <w:rsid w:val="00B404D3"/>
    <w:rsid w:val="00B42127"/>
    <w:rsid w:val="00B4357A"/>
    <w:rsid w:val="00B43D81"/>
    <w:rsid w:val="00B4574A"/>
    <w:rsid w:val="00B45AA7"/>
    <w:rsid w:val="00B53A72"/>
    <w:rsid w:val="00B57F8A"/>
    <w:rsid w:val="00B6150B"/>
    <w:rsid w:val="00B63E1F"/>
    <w:rsid w:val="00B65D9E"/>
    <w:rsid w:val="00B6626D"/>
    <w:rsid w:val="00B66E4F"/>
    <w:rsid w:val="00B76181"/>
    <w:rsid w:val="00B77E69"/>
    <w:rsid w:val="00B80B14"/>
    <w:rsid w:val="00B81877"/>
    <w:rsid w:val="00B81DC9"/>
    <w:rsid w:val="00B823DB"/>
    <w:rsid w:val="00B857B7"/>
    <w:rsid w:val="00B9139D"/>
    <w:rsid w:val="00B95763"/>
    <w:rsid w:val="00B95859"/>
    <w:rsid w:val="00B95B8D"/>
    <w:rsid w:val="00B96BBA"/>
    <w:rsid w:val="00BA0F64"/>
    <w:rsid w:val="00BA1861"/>
    <w:rsid w:val="00BA4E24"/>
    <w:rsid w:val="00BA5506"/>
    <w:rsid w:val="00BA5E43"/>
    <w:rsid w:val="00BA7459"/>
    <w:rsid w:val="00BA7704"/>
    <w:rsid w:val="00BA7E1C"/>
    <w:rsid w:val="00BB02E3"/>
    <w:rsid w:val="00BB25F0"/>
    <w:rsid w:val="00BB35DE"/>
    <w:rsid w:val="00BB3F76"/>
    <w:rsid w:val="00BB46E6"/>
    <w:rsid w:val="00BB483A"/>
    <w:rsid w:val="00BC0D36"/>
    <w:rsid w:val="00BC2597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6A97"/>
    <w:rsid w:val="00BD735A"/>
    <w:rsid w:val="00BE0849"/>
    <w:rsid w:val="00BE2310"/>
    <w:rsid w:val="00BE2FCC"/>
    <w:rsid w:val="00BE61D8"/>
    <w:rsid w:val="00BF10CE"/>
    <w:rsid w:val="00BF32E1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5346"/>
    <w:rsid w:val="00C3148E"/>
    <w:rsid w:val="00C35392"/>
    <w:rsid w:val="00C40567"/>
    <w:rsid w:val="00C43194"/>
    <w:rsid w:val="00C441E6"/>
    <w:rsid w:val="00C50226"/>
    <w:rsid w:val="00C50EC8"/>
    <w:rsid w:val="00C532EB"/>
    <w:rsid w:val="00C54D8A"/>
    <w:rsid w:val="00C57FCE"/>
    <w:rsid w:val="00C616B3"/>
    <w:rsid w:val="00C61887"/>
    <w:rsid w:val="00C61EA5"/>
    <w:rsid w:val="00C621FC"/>
    <w:rsid w:val="00C653EB"/>
    <w:rsid w:val="00C65B22"/>
    <w:rsid w:val="00C7157E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2BDA"/>
    <w:rsid w:val="00C9382B"/>
    <w:rsid w:val="00C93C9E"/>
    <w:rsid w:val="00C94EC4"/>
    <w:rsid w:val="00C9535F"/>
    <w:rsid w:val="00C97506"/>
    <w:rsid w:val="00CA0662"/>
    <w:rsid w:val="00CA1F0C"/>
    <w:rsid w:val="00CA4BC7"/>
    <w:rsid w:val="00CA4F03"/>
    <w:rsid w:val="00CA53FE"/>
    <w:rsid w:val="00CA5779"/>
    <w:rsid w:val="00CA5798"/>
    <w:rsid w:val="00CA58EB"/>
    <w:rsid w:val="00CA5A2D"/>
    <w:rsid w:val="00CA5BB7"/>
    <w:rsid w:val="00CB2C36"/>
    <w:rsid w:val="00CB2EC7"/>
    <w:rsid w:val="00CB327B"/>
    <w:rsid w:val="00CB6EC7"/>
    <w:rsid w:val="00CB76F4"/>
    <w:rsid w:val="00CC1F22"/>
    <w:rsid w:val="00CC5272"/>
    <w:rsid w:val="00CC7BF4"/>
    <w:rsid w:val="00CD422C"/>
    <w:rsid w:val="00CD60DA"/>
    <w:rsid w:val="00CD67E7"/>
    <w:rsid w:val="00CD6B64"/>
    <w:rsid w:val="00CE0E3D"/>
    <w:rsid w:val="00CE266A"/>
    <w:rsid w:val="00CE2F15"/>
    <w:rsid w:val="00CE2F44"/>
    <w:rsid w:val="00CE3B75"/>
    <w:rsid w:val="00CE4FC5"/>
    <w:rsid w:val="00CE5982"/>
    <w:rsid w:val="00CE6394"/>
    <w:rsid w:val="00CE7D74"/>
    <w:rsid w:val="00CF303F"/>
    <w:rsid w:val="00CF3068"/>
    <w:rsid w:val="00CF42D9"/>
    <w:rsid w:val="00CF5EFE"/>
    <w:rsid w:val="00CF659C"/>
    <w:rsid w:val="00CF6C2D"/>
    <w:rsid w:val="00CF6F85"/>
    <w:rsid w:val="00CF7310"/>
    <w:rsid w:val="00CF7DC3"/>
    <w:rsid w:val="00D02015"/>
    <w:rsid w:val="00D02459"/>
    <w:rsid w:val="00D02834"/>
    <w:rsid w:val="00D0743A"/>
    <w:rsid w:val="00D07710"/>
    <w:rsid w:val="00D07F93"/>
    <w:rsid w:val="00D12697"/>
    <w:rsid w:val="00D161E5"/>
    <w:rsid w:val="00D16527"/>
    <w:rsid w:val="00D16D6A"/>
    <w:rsid w:val="00D20215"/>
    <w:rsid w:val="00D20A74"/>
    <w:rsid w:val="00D21BC3"/>
    <w:rsid w:val="00D26512"/>
    <w:rsid w:val="00D265B4"/>
    <w:rsid w:val="00D342D9"/>
    <w:rsid w:val="00D35230"/>
    <w:rsid w:val="00D36B82"/>
    <w:rsid w:val="00D378F2"/>
    <w:rsid w:val="00D40769"/>
    <w:rsid w:val="00D447C2"/>
    <w:rsid w:val="00D452AA"/>
    <w:rsid w:val="00D45701"/>
    <w:rsid w:val="00D46031"/>
    <w:rsid w:val="00D46B5B"/>
    <w:rsid w:val="00D47C97"/>
    <w:rsid w:val="00D512E1"/>
    <w:rsid w:val="00D539A6"/>
    <w:rsid w:val="00D54BF3"/>
    <w:rsid w:val="00D55C96"/>
    <w:rsid w:val="00D55E5F"/>
    <w:rsid w:val="00D60E23"/>
    <w:rsid w:val="00D618D2"/>
    <w:rsid w:val="00D622F1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6AFA"/>
    <w:rsid w:val="00D82AE5"/>
    <w:rsid w:val="00D83765"/>
    <w:rsid w:val="00D849E8"/>
    <w:rsid w:val="00D8535F"/>
    <w:rsid w:val="00D85EB9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6106"/>
    <w:rsid w:val="00DA70E5"/>
    <w:rsid w:val="00DB1032"/>
    <w:rsid w:val="00DB132D"/>
    <w:rsid w:val="00DB14FB"/>
    <w:rsid w:val="00DB245A"/>
    <w:rsid w:val="00DB4232"/>
    <w:rsid w:val="00DB5823"/>
    <w:rsid w:val="00DB7E27"/>
    <w:rsid w:val="00DC0CE8"/>
    <w:rsid w:val="00DC342A"/>
    <w:rsid w:val="00DC4B2E"/>
    <w:rsid w:val="00DC4D47"/>
    <w:rsid w:val="00DC4E6A"/>
    <w:rsid w:val="00DC5EE6"/>
    <w:rsid w:val="00DC7791"/>
    <w:rsid w:val="00DD1DFA"/>
    <w:rsid w:val="00DD3CF6"/>
    <w:rsid w:val="00DD4F2A"/>
    <w:rsid w:val="00DD6C31"/>
    <w:rsid w:val="00DD7D32"/>
    <w:rsid w:val="00DE1037"/>
    <w:rsid w:val="00DE2B4D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6F9C"/>
    <w:rsid w:val="00E17016"/>
    <w:rsid w:val="00E173F8"/>
    <w:rsid w:val="00E177E5"/>
    <w:rsid w:val="00E17B39"/>
    <w:rsid w:val="00E17C72"/>
    <w:rsid w:val="00E203FA"/>
    <w:rsid w:val="00E2048C"/>
    <w:rsid w:val="00E21247"/>
    <w:rsid w:val="00E22B82"/>
    <w:rsid w:val="00E23A9A"/>
    <w:rsid w:val="00E255FD"/>
    <w:rsid w:val="00E25709"/>
    <w:rsid w:val="00E257D6"/>
    <w:rsid w:val="00E25E0B"/>
    <w:rsid w:val="00E27282"/>
    <w:rsid w:val="00E27F1E"/>
    <w:rsid w:val="00E30363"/>
    <w:rsid w:val="00E31CEA"/>
    <w:rsid w:val="00E3352F"/>
    <w:rsid w:val="00E336C9"/>
    <w:rsid w:val="00E33A50"/>
    <w:rsid w:val="00E35C37"/>
    <w:rsid w:val="00E37871"/>
    <w:rsid w:val="00E4093E"/>
    <w:rsid w:val="00E4123F"/>
    <w:rsid w:val="00E418E8"/>
    <w:rsid w:val="00E422F0"/>
    <w:rsid w:val="00E430C0"/>
    <w:rsid w:val="00E432F7"/>
    <w:rsid w:val="00E4533D"/>
    <w:rsid w:val="00E45AAF"/>
    <w:rsid w:val="00E45F23"/>
    <w:rsid w:val="00E47293"/>
    <w:rsid w:val="00E5115B"/>
    <w:rsid w:val="00E52F33"/>
    <w:rsid w:val="00E535DA"/>
    <w:rsid w:val="00E53C16"/>
    <w:rsid w:val="00E550BA"/>
    <w:rsid w:val="00E55365"/>
    <w:rsid w:val="00E569E3"/>
    <w:rsid w:val="00E61CBC"/>
    <w:rsid w:val="00E61DE2"/>
    <w:rsid w:val="00E62874"/>
    <w:rsid w:val="00E62D22"/>
    <w:rsid w:val="00E639AD"/>
    <w:rsid w:val="00E64A70"/>
    <w:rsid w:val="00E66929"/>
    <w:rsid w:val="00E712E0"/>
    <w:rsid w:val="00E728E4"/>
    <w:rsid w:val="00E72DBC"/>
    <w:rsid w:val="00E734E5"/>
    <w:rsid w:val="00E815D3"/>
    <w:rsid w:val="00E8295A"/>
    <w:rsid w:val="00E851A0"/>
    <w:rsid w:val="00E8671E"/>
    <w:rsid w:val="00E9244A"/>
    <w:rsid w:val="00E9342C"/>
    <w:rsid w:val="00E95C55"/>
    <w:rsid w:val="00E95F3C"/>
    <w:rsid w:val="00E9618C"/>
    <w:rsid w:val="00E965C5"/>
    <w:rsid w:val="00E9679A"/>
    <w:rsid w:val="00EA63E3"/>
    <w:rsid w:val="00EA79FB"/>
    <w:rsid w:val="00EA7D54"/>
    <w:rsid w:val="00EB1618"/>
    <w:rsid w:val="00EB3239"/>
    <w:rsid w:val="00EB3857"/>
    <w:rsid w:val="00EB3B7F"/>
    <w:rsid w:val="00EB4E6E"/>
    <w:rsid w:val="00EB772A"/>
    <w:rsid w:val="00EC1774"/>
    <w:rsid w:val="00EC1C71"/>
    <w:rsid w:val="00EC2ECB"/>
    <w:rsid w:val="00EC44A8"/>
    <w:rsid w:val="00EC51BA"/>
    <w:rsid w:val="00EC54CC"/>
    <w:rsid w:val="00EC713E"/>
    <w:rsid w:val="00ED04C3"/>
    <w:rsid w:val="00ED185D"/>
    <w:rsid w:val="00ED6CA2"/>
    <w:rsid w:val="00ED7D86"/>
    <w:rsid w:val="00EE1CD6"/>
    <w:rsid w:val="00EE23AB"/>
    <w:rsid w:val="00EE4B21"/>
    <w:rsid w:val="00EE697B"/>
    <w:rsid w:val="00EE6F19"/>
    <w:rsid w:val="00EE72A9"/>
    <w:rsid w:val="00EF0E13"/>
    <w:rsid w:val="00EF1A62"/>
    <w:rsid w:val="00EF39D7"/>
    <w:rsid w:val="00EF4828"/>
    <w:rsid w:val="00EF538E"/>
    <w:rsid w:val="00EF6930"/>
    <w:rsid w:val="00F0011F"/>
    <w:rsid w:val="00F004D6"/>
    <w:rsid w:val="00F014C4"/>
    <w:rsid w:val="00F0154D"/>
    <w:rsid w:val="00F01632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16A4"/>
    <w:rsid w:val="00F42CA6"/>
    <w:rsid w:val="00F452A3"/>
    <w:rsid w:val="00F476B0"/>
    <w:rsid w:val="00F512A7"/>
    <w:rsid w:val="00F54259"/>
    <w:rsid w:val="00F55F7C"/>
    <w:rsid w:val="00F57D26"/>
    <w:rsid w:val="00F60837"/>
    <w:rsid w:val="00F6151A"/>
    <w:rsid w:val="00F616C4"/>
    <w:rsid w:val="00F61E16"/>
    <w:rsid w:val="00F6354B"/>
    <w:rsid w:val="00F64BE9"/>
    <w:rsid w:val="00F65D64"/>
    <w:rsid w:val="00F674BF"/>
    <w:rsid w:val="00F67F6B"/>
    <w:rsid w:val="00F67FE7"/>
    <w:rsid w:val="00F703FD"/>
    <w:rsid w:val="00F708C8"/>
    <w:rsid w:val="00F715B1"/>
    <w:rsid w:val="00F72726"/>
    <w:rsid w:val="00F76080"/>
    <w:rsid w:val="00F811E9"/>
    <w:rsid w:val="00F81BB0"/>
    <w:rsid w:val="00F820D1"/>
    <w:rsid w:val="00F82B09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10B"/>
    <w:rsid w:val="00F9320C"/>
    <w:rsid w:val="00F9337F"/>
    <w:rsid w:val="00F933B7"/>
    <w:rsid w:val="00F97BF3"/>
    <w:rsid w:val="00FA1260"/>
    <w:rsid w:val="00FA30E0"/>
    <w:rsid w:val="00FA4C06"/>
    <w:rsid w:val="00FA4F58"/>
    <w:rsid w:val="00FA5C98"/>
    <w:rsid w:val="00FA5F88"/>
    <w:rsid w:val="00FB005F"/>
    <w:rsid w:val="00FB44BD"/>
    <w:rsid w:val="00FB51F7"/>
    <w:rsid w:val="00FB5387"/>
    <w:rsid w:val="00FB57AC"/>
    <w:rsid w:val="00FB7B12"/>
    <w:rsid w:val="00FC5FDB"/>
    <w:rsid w:val="00FD1CD0"/>
    <w:rsid w:val="00FD1F55"/>
    <w:rsid w:val="00FD22F2"/>
    <w:rsid w:val="00FD390D"/>
    <w:rsid w:val="00FD79A7"/>
    <w:rsid w:val="00FE0B68"/>
    <w:rsid w:val="00FE129D"/>
    <w:rsid w:val="00FE3F68"/>
    <w:rsid w:val="00FE4302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character" w:styleId="a7">
    <w:name w:val="Hyperlink"/>
    <w:basedOn w:val="a0"/>
    <w:uiPriority w:val="99"/>
    <w:semiHidden/>
    <w:rsid w:val="00C7157E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C715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C7157E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uiPriority w:val="99"/>
    <w:rsid w:val="00C7157E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uiPriority w:val="99"/>
    <w:rsid w:val="00C7157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67">
    <w:name w:val="xl67"/>
    <w:basedOn w:val="a"/>
    <w:uiPriority w:val="99"/>
    <w:rsid w:val="00C71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uiPriority w:val="99"/>
    <w:rsid w:val="00C715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uiPriority w:val="99"/>
    <w:rsid w:val="00C715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0">
    <w:name w:val="xl70"/>
    <w:basedOn w:val="a"/>
    <w:uiPriority w:val="99"/>
    <w:rsid w:val="00C715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uiPriority w:val="99"/>
    <w:rsid w:val="00C715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uiPriority w:val="99"/>
    <w:rsid w:val="00C7157E"/>
    <w:pPr>
      <w:spacing w:before="100" w:beforeAutospacing="1" w:after="100" w:afterAutospacing="1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C7157E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uiPriority w:val="99"/>
    <w:rsid w:val="00C7157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uiPriority w:val="99"/>
    <w:rsid w:val="00C7157E"/>
    <w:pP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76">
    <w:name w:val="xl76"/>
    <w:basedOn w:val="a"/>
    <w:uiPriority w:val="99"/>
    <w:rsid w:val="00C7157E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uiPriority w:val="99"/>
    <w:rsid w:val="00C7157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78">
    <w:name w:val="xl78"/>
    <w:basedOn w:val="a"/>
    <w:uiPriority w:val="99"/>
    <w:rsid w:val="00C7157E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uiPriority w:val="99"/>
    <w:rsid w:val="00C7157E"/>
    <w:pP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uiPriority w:val="99"/>
    <w:rsid w:val="00C7157E"/>
    <w:pPr>
      <w:spacing w:before="100" w:beforeAutospacing="1" w:after="100" w:afterAutospacing="1"/>
      <w:textAlignment w:val="top"/>
    </w:pPr>
    <w:rPr>
      <w:rFonts w:eastAsia="Times New Roman"/>
      <w:b/>
      <w:bCs/>
      <w:szCs w:val="28"/>
      <w:lang w:eastAsia="ru-RU"/>
    </w:rPr>
  </w:style>
  <w:style w:type="paragraph" w:customStyle="1" w:styleId="xl81">
    <w:name w:val="xl81"/>
    <w:basedOn w:val="a"/>
    <w:uiPriority w:val="99"/>
    <w:rsid w:val="00C7157E"/>
    <w:pPr>
      <w:spacing w:before="100" w:beforeAutospacing="1" w:after="100" w:afterAutospacing="1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82">
    <w:name w:val="xl82"/>
    <w:basedOn w:val="a"/>
    <w:uiPriority w:val="99"/>
    <w:rsid w:val="00C7157E"/>
    <w:pP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83">
    <w:name w:val="xl83"/>
    <w:basedOn w:val="a"/>
    <w:uiPriority w:val="99"/>
    <w:rsid w:val="00C7157E"/>
    <w:pP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4">
    <w:name w:val="xl84"/>
    <w:basedOn w:val="a"/>
    <w:uiPriority w:val="99"/>
    <w:rsid w:val="00C7157E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85">
    <w:name w:val="xl85"/>
    <w:basedOn w:val="a"/>
    <w:uiPriority w:val="99"/>
    <w:rsid w:val="00C7157E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86">
    <w:name w:val="xl86"/>
    <w:basedOn w:val="a"/>
    <w:uiPriority w:val="99"/>
    <w:rsid w:val="00C7157E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87">
    <w:name w:val="xl87"/>
    <w:basedOn w:val="a"/>
    <w:uiPriority w:val="99"/>
    <w:rsid w:val="00C7157E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88">
    <w:name w:val="xl88"/>
    <w:basedOn w:val="a"/>
    <w:uiPriority w:val="99"/>
    <w:rsid w:val="00C7157E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uiPriority w:val="99"/>
    <w:rsid w:val="00C715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uiPriority w:val="99"/>
    <w:rsid w:val="00C7157E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91">
    <w:name w:val="xl91"/>
    <w:basedOn w:val="a"/>
    <w:uiPriority w:val="99"/>
    <w:rsid w:val="00C71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500F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76AFA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0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9D14-BDFC-430A-A51D-12213315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385</TotalTime>
  <Pages>4</Pages>
  <Words>564</Words>
  <Characters>3221</Characters>
  <Application>Microsoft Office Word</Application>
  <DocSecurity>0</DocSecurity>
  <Lines>26</Lines>
  <Paragraphs>7</Paragraphs>
  <ScaleCrop>false</ScaleCrop>
  <Company>krista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214</cp:revision>
  <cp:lastPrinted>2019-04-19T12:49:00Z</cp:lastPrinted>
  <dcterms:created xsi:type="dcterms:W3CDTF">2017-09-22T15:32:00Z</dcterms:created>
  <dcterms:modified xsi:type="dcterms:W3CDTF">2020-06-25T13:18:00Z</dcterms:modified>
</cp:coreProperties>
</file>